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DCB39" w14:textId="14700C81" w:rsidR="00243AB7" w:rsidRDefault="00243AB7" w:rsidP="00243AB7">
      <w:pPr>
        <w:spacing w:line="276" w:lineRule="auto"/>
        <w:rPr>
          <w:noProof/>
        </w:rPr>
      </w:pPr>
      <w:r>
        <w:rPr>
          <w:noProof/>
          <w:szCs w:val="22"/>
        </w:rPr>
        <w:t xml:space="preserve">  </w:t>
      </w:r>
      <w:r>
        <w:rPr>
          <w:noProof/>
        </w:rPr>
        <w:t xml:space="preserve">   </w:t>
      </w:r>
      <w:r w:rsidR="00944A3A">
        <w:rPr>
          <w:noProof/>
        </w:rPr>
        <w:t xml:space="preserve">    </w:t>
      </w:r>
      <w:r>
        <w:rPr>
          <w:noProof/>
        </w:rPr>
        <w:t xml:space="preserve">       </w:t>
      </w:r>
      <w:r>
        <w:rPr>
          <w:noProof/>
        </w:rPr>
        <w:tab/>
        <w:t xml:space="preserve">        </w:t>
      </w:r>
    </w:p>
    <w:p w14:paraId="76B75B33" w14:textId="2493D46D" w:rsidR="00127622" w:rsidRDefault="00127622" w:rsidP="00AF037A">
      <w:pPr>
        <w:pStyle w:val="Nommarch"/>
        <w:widowControl w:val="0"/>
        <w:tabs>
          <w:tab w:val="left" w:pos="6783"/>
        </w:tabs>
        <w:spacing w:before="0"/>
        <w:ind w:left="-426"/>
        <w:jc w:val="both"/>
        <w:rPr>
          <w:noProof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</w:tblGrid>
      <w:tr w:rsidR="00AF037A" w14:paraId="54A5C553" w14:textId="77777777" w:rsidTr="00AF037A">
        <w:tc>
          <w:tcPr>
            <w:tcW w:w="4524" w:type="dxa"/>
          </w:tcPr>
          <w:p w14:paraId="1A8E0014" w14:textId="600C1D6A" w:rsidR="00AF037A" w:rsidRDefault="00AF037A" w:rsidP="007E4373">
            <w:pPr>
              <w:pStyle w:val="Nommarch"/>
              <w:widowControl w:val="0"/>
              <w:tabs>
                <w:tab w:val="left" w:pos="6783"/>
              </w:tabs>
              <w:spacing w:before="0"/>
              <w:rPr>
                <w:noProof/>
              </w:rPr>
            </w:pPr>
          </w:p>
        </w:tc>
      </w:tr>
    </w:tbl>
    <w:p w14:paraId="768FD49F" w14:textId="799FE9C7" w:rsidR="001A6354" w:rsidRPr="00CE2CD2" w:rsidRDefault="00D05389" w:rsidP="00EB259A">
      <w:pPr>
        <w:widowControl w:val="0"/>
        <w:pBdr>
          <w:top w:val="dotted" w:sz="4" w:space="4" w:color="auto"/>
          <w:left w:val="dotted" w:sz="4" w:space="4" w:color="auto"/>
          <w:bottom w:val="dotted" w:sz="4" w:space="4" w:color="auto"/>
          <w:right w:val="dotted" w:sz="4" w:space="4" w:color="auto"/>
        </w:pBdr>
        <w:spacing w:before="0"/>
        <w:jc w:val="center"/>
        <w:outlineLvl w:val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Marché </w:t>
      </w:r>
      <w:r w:rsidR="001A6354" w:rsidRPr="00CE2CD2">
        <w:rPr>
          <w:rFonts w:ascii="Calibri" w:hAnsi="Calibri"/>
          <w:b/>
          <w:sz w:val="22"/>
          <w:szCs w:val="22"/>
        </w:rPr>
        <w:t xml:space="preserve">OFII </w:t>
      </w:r>
      <w:r w:rsidR="007F34C6" w:rsidRPr="007F34C6">
        <w:rPr>
          <w:rFonts w:ascii="Calibri" w:hAnsi="Calibri"/>
          <w:b/>
          <w:sz w:val="22"/>
          <w:szCs w:val="22"/>
        </w:rPr>
        <w:t>n°258500</w:t>
      </w:r>
    </w:p>
    <w:p w14:paraId="06DCBEF1" w14:textId="77777777" w:rsidR="001A6354" w:rsidRPr="00CE2CD2" w:rsidRDefault="001A6354" w:rsidP="007E4373">
      <w:pPr>
        <w:widowControl w:val="0"/>
        <w:pBdr>
          <w:top w:val="dotted" w:sz="4" w:space="4" w:color="auto"/>
          <w:left w:val="dotted" w:sz="4" w:space="4" w:color="auto"/>
          <w:bottom w:val="dotted" w:sz="4" w:space="4" w:color="auto"/>
          <w:right w:val="dotted" w:sz="4" w:space="4" w:color="auto"/>
        </w:pBdr>
        <w:spacing w:before="0"/>
        <w:jc w:val="center"/>
        <w:rPr>
          <w:rFonts w:ascii="Calibri" w:hAnsi="Calibri"/>
          <w:b/>
          <w:sz w:val="22"/>
          <w:szCs w:val="22"/>
        </w:rPr>
      </w:pPr>
    </w:p>
    <w:p w14:paraId="5D95DBAC" w14:textId="77777777" w:rsidR="001A6354" w:rsidRDefault="00ED75B2" w:rsidP="0053745F">
      <w:pPr>
        <w:widowControl w:val="0"/>
        <w:pBdr>
          <w:top w:val="dotted" w:sz="4" w:space="4" w:color="auto"/>
          <w:left w:val="dotted" w:sz="4" w:space="4" w:color="auto"/>
          <w:bottom w:val="dotted" w:sz="4" w:space="4" w:color="auto"/>
          <w:right w:val="dotted" w:sz="4" w:space="4" w:color="auto"/>
        </w:pBdr>
        <w:spacing w:before="0"/>
        <w:jc w:val="center"/>
        <w:rPr>
          <w:rFonts w:ascii="Calibri" w:hAnsi="Calibri"/>
          <w:b/>
          <w:i/>
          <w:sz w:val="22"/>
          <w:szCs w:val="22"/>
        </w:rPr>
      </w:pPr>
      <w:r w:rsidRPr="00ED75B2">
        <w:rPr>
          <w:rFonts w:ascii="Calibri" w:hAnsi="Calibri"/>
          <w:b/>
          <w:i/>
          <w:sz w:val="22"/>
          <w:szCs w:val="22"/>
        </w:rPr>
        <w:t>Prestations de premier accueil et d’accompagnement des demandeurs d’asile</w:t>
      </w:r>
      <w:r w:rsidR="00A33E3D">
        <w:rPr>
          <w:rFonts w:ascii="Calibri" w:hAnsi="Calibri"/>
          <w:b/>
          <w:i/>
          <w:sz w:val="22"/>
          <w:szCs w:val="22"/>
        </w:rPr>
        <w:t xml:space="preserve"> </w:t>
      </w:r>
    </w:p>
    <w:p w14:paraId="59193132" w14:textId="77777777" w:rsidR="0053745F" w:rsidRPr="00CE2CD2" w:rsidRDefault="0053745F" w:rsidP="0053745F">
      <w:pPr>
        <w:widowControl w:val="0"/>
        <w:pBdr>
          <w:top w:val="dotted" w:sz="4" w:space="4" w:color="auto"/>
          <w:left w:val="dotted" w:sz="4" w:space="4" w:color="auto"/>
          <w:bottom w:val="dotted" w:sz="4" w:space="4" w:color="auto"/>
          <w:right w:val="dotted" w:sz="4" w:space="4" w:color="auto"/>
        </w:pBdr>
        <w:spacing w:before="0"/>
        <w:jc w:val="center"/>
        <w:rPr>
          <w:rFonts w:ascii="Calibri" w:hAnsi="Calibri"/>
          <w:b/>
          <w:i/>
          <w:sz w:val="22"/>
          <w:szCs w:val="22"/>
        </w:rPr>
      </w:pPr>
    </w:p>
    <w:p w14:paraId="36813198" w14:textId="77777777" w:rsidR="001A6354" w:rsidRDefault="001A6354" w:rsidP="0013386A">
      <w:pPr>
        <w:pStyle w:val="Corpsdetexte2"/>
        <w:widowControl w:val="0"/>
        <w:spacing w:before="0"/>
        <w:ind w:left="426"/>
        <w:rPr>
          <w:rFonts w:ascii="Calibri" w:hAnsi="Calibri"/>
          <w:b/>
          <w:sz w:val="22"/>
          <w:szCs w:val="22"/>
        </w:rPr>
      </w:pPr>
    </w:p>
    <w:p w14:paraId="15585350" w14:textId="77777777" w:rsidR="00B60DD4" w:rsidRDefault="00B60DD4" w:rsidP="00123EE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7880D54A" w14:textId="77777777" w:rsidR="00B60DD4" w:rsidRDefault="00B60DD4" w:rsidP="00123EE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01835EB0" w14:textId="77777777" w:rsidR="00B60DD4" w:rsidRDefault="00B60DD4" w:rsidP="00123EE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27D44182" w14:textId="77777777" w:rsidR="00B60DD4" w:rsidRDefault="00B60DD4" w:rsidP="00123EE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14E1DB37" w14:textId="77777777" w:rsidR="00B60DD4" w:rsidRDefault="00B60DD4" w:rsidP="00123EE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37A39ACB" w14:textId="77777777" w:rsidR="00B60DD4" w:rsidRDefault="00B60DD4" w:rsidP="00123EE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1A763CB8" w14:textId="77777777" w:rsidR="00B60DD4" w:rsidRDefault="00B60DD4" w:rsidP="00123EE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45042E45" w14:textId="4D75550C" w:rsidR="00561AC4" w:rsidRDefault="00EB259A" w:rsidP="00EB259A">
      <w:pPr>
        <w:jc w:val="center"/>
        <w:rPr>
          <w:rFonts w:ascii="Calibri" w:hAnsi="Calibri"/>
          <w:b/>
        </w:rPr>
      </w:pPr>
      <w:r w:rsidRPr="00EA6107">
        <w:rPr>
          <w:rFonts w:ascii="Calibri" w:hAnsi="Calibri"/>
          <w:b/>
        </w:rPr>
        <w:t>Annexe</w:t>
      </w:r>
      <w:r w:rsidR="00EA6107" w:rsidRPr="00EA6107">
        <w:rPr>
          <w:rFonts w:ascii="Calibri" w:hAnsi="Calibri"/>
          <w:b/>
        </w:rPr>
        <w:t xml:space="preserve"> </w:t>
      </w:r>
      <w:r w:rsidR="0083668B">
        <w:rPr>
          <w:rFonts w:ascii="Calibri" w:hAnsi="Calibri"/>
          <w:b/>
        </w:rPr>
        <w:t>7</w:t>
      </w:r>
      <w:r w:rsidR="00EA6107">
        <w:rPr>
          <w:rFonts w:ascii="Calibri" w:hAnsi="Calibri"/>
          <w:b/>
        </w:rPr>
        <w:t>A</w:t>
      </w:r>
      <w:r w:rsidR="00E67DA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–</w:t>
      </w:r>
      <w:r w:rsidR="00B60DD4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Fiche immobilière</w:t>
      </w:r>
    </w:p>
    <w:p w14:paraId="585444AC" w14:textId="77777777" w:rsidR="00EB259A" w:rsidRDefault="00EB259A" w:rsidP="00EB259A">
      <w:pPr>
        <w:ind w:left="720"/>
        <w:jc w:val="center"/>
        <w:rPr>
          <w:rFonts w:ascii="Calibri" w:hAnsi="Calibri"/>
          <w:b/>
        </w:rPr>
      </w:pPr>
    </w:p>
    <w:p w14:paraId="4C6FD539" w14:textId="522A8813" w:rsidR="00B60DD4" w:rsidRPr="00EB259A" w:rsidRDefault="00561AC4" w:rsidP="00EB259A">
      <w:pPr>
        <w:ind w:left="-142"/>
        <w:rPr>
          <w:rFonts w:ascii="Calibri" w:hAnsi="Calibri"/>
          <w:b/>
          <w:sz w:val="22"/>
          <w:u w:val="single"/>
        </w:rPr>
      </w:pPr>
      <w:r w:rsidRPr="00EB259A">
        <w:rPr>
          <w:rFonts w:ascii="Calibri" w:hAnsi="Calibri"/>
          <w:b/>
          <w:sz w:val="22"/>
        </w:rPr>
        <w:t xml:space="preserve">Descriptif </w:t>
      </w:r>
      <w:r w:rsidR="00B60DD4" w:rsidRPr="00EB259A">
        <w:rPr>
          <w:rFonts w:ascii="Calibri" w:hAnsi="Calibri"/>
          <w:b/>
          <w:sz w:val="22"/>
        </w:rPr>
        <w:t xml:space="preserve">exhaustif </w:t>
      </w:r>
      <w:r w:rsidR="00780CA1">
        <w:rPr>
          <w:rFonts w:ascii="Calibri" w:hAnsi="Calibri"/>
          <w:b/>
          <w:sz w:val="22"/>
        </w:rPr>
        <w:t>du site</w:t>
      </w:r>
    </w:p>
    <w:p w14:paraId="7953C279" w14:textId="652EC679" w:rsidR="00561AC4" w:rsidRPr="00EB259A" w:rsidRDefault="00561AC4" w:rsidP="00EB259A">
      <w:pPr>
        <w:ind w:left="-142"/>
        <w:rPr>
          <w:rFonts w:ascii="Calibri" w:hAnsi="Calibri"/>
          <w:b/>
          <w:sz w:val="22"/>
        </w:rPr>
      </w:pPr>
      <w:r w:rsidRPr="00EB259A">
        <w:rPr>
          <w:rFonts w:ascii="Calibri" w:hAnsi="Calibri"/>
          <w:b/>
          <w:sz w:val="22"/>
        </w:rPr>
        <w:t>A remplir pour</w:t>
      </w:r>
      <w:r w:rsidR="00780CA1">
        <w:rPr>
          <w:rFonts w:ascii="Calibri" w:hAnsi="Calibri"/>
          <w:b/>
          <w:sz w:val="22"/>
        </w:rPr>
        <w:t xml:space="preserve"> approbation de l’OFII</w:t>
      </w:r>
      <w:r w:rsidR="003E1484" w:rsidRPr="00EB259A">
        <w:rPr>
          <w:rFonts w:ascii="Calibri" w:hAnsi="Calibri"/>
          <w:b/>
          <w:sz w:val="22"/>
        </w:rPr>
        <w:t>, pour</w:t>
      </w:r>
      <w:r w:rsidRPr="00EB259A">
        <w:rPr>
          <w:rFonts w:ascii="Calibri" w:hAnsi="Calibri"/>
          <w:b/>
          <w:sz w:val="22"/>
        </w:rPr>
        <w:t xml:space="preserve"> chaque </w:t>
      </w:r>
      <w:r w:rsidR="003E1484" w:rsidRPr="00EB259A">
        <w:rPr>
          <w:rFonts w:ascii="Calibri" w:hAnsi="Calibri"/>
          <w:b/>
          <w:sz w:val="22"/>
        </w:rPr>
        <w:t xml:space="preserve">projet de </w:t>
      </w:r>
      <w:r w:rsidRPr="00EB259A">
        <w:rPr>
          <w:rFonts w:ascii="Calibri" w:hAnsi="Calibri"/>
          <w:b/>
          <w:sz w:val="22"/>
        </w:rPr>
        <w:t>modification de « </w:t>
      </w:r>
      <w:r w:rsidRPr="00EB259A">
        <w:rPr>
          <w:rFonts w:ascii="Calibri" w:hAnsi="Calibri"/>
          <w:b/>
          <w:i/>
          <w:sz w:val="22"/>
        </w:rPr>
        <w:t>l’organisation territoriale du dispositif de premier accueil </w:t>
      </w:r>
      <w:r w:rsidRPr="00EB259A">
        <w:rPr>
          <w:rFonts w:ascii="Calibri" w:hAnsi="Calibri"/>
          <w:b/>
          <w:sz w:val="22"/>
        </w:rPr>
        <w:t>» (chan</w:t>
      </w:r>
      <w:r w:rsidR="00780CA1">
        <w:rPr>
          <w:rFonts w:ascii="Calibri" w:hAnsi="Calibri"/>
          <w:b/>
          <w:sz w:val="22"/>
        </w:rPr>
        <w:t xml:space="preserve">gements dans l’implantation </w:t>
      </w:r>
      <w:r w:rsidRPr="00EB259A">
        <w:rPr>
          <w:rFonts w:ascii="Calibri" w:hAnsi="Calibri"/>
          <w:b/>
          <w:sz w:val="22"/>
        </w:rPr>
        <w:t>SPADA (tels que l’ouverture, la fermeture de SPADA, des travaux d’aménagement et d’agrandissement, etc.)</w:t>
      </w:r>
    </w:p>
    <w:p w14:paraId="1D5882D6" w14:textId="77777777" w:rsidR="00B60DD4" w:rsidRPr="00131EC3" w:rsidRDefault="00B60DD4" w:rsidP="00B60DD4"/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12"/>
        <w:gridCol w:w="1501"/>
        <w:gridCol w:w="7358"/>
      </w:tblGrid>
      <w:tr w:rsidR="00780CA1" w:rsidRPr="00DA22EB" w14:paraId="711040A7" w14:textId="77777777" w:rsidTr="00780CA1">
        <w:trPr>
          <w:trHeight w:hRule="exact" w:val="456"/>
        </w:trPr>
        <w:tc>
          <w:tcPr>
            <w:tcW w:w="467" w:type="pct"/>
          </w:tcPr>
          <w:p w14:paraId="67A00E5A" w14:textId="77777777" w:rsidR="00780CA1" w:rsidRPr="00DA22EB" w:rsidRDefault="00780CA1" w:rsidP="00D838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Lot :</w:t>
            </w:r>
          </w:p>
        </w:tc>
        <w:tc>
          <w:tcPr>
            <w:tcW w:w="768" w:type="pct"/>
          </w:tcPr>
          <w:p w14:paraId="02537EE5" w14:textId="77777777" w:rsidR="00780CA1" w:rsidRPr="00DA22EB" w:rsidRDefault="00780CA1" w:rsidP="00F06E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Titulaire</w:t>
            </w:r>
            <w:r w:rsidRPr="00DA22EB">
              <w:rPr>
                <w:sz w:val="20"/>
                <w:szCs w:val="20"/>
              </w:rPr>
              <w:t> :</w:t>
            </w:r>
          </w:p>
        </w:tc>
        <w:tc>
          <w:tcPr>
            <w:tcW w:w="3765" w:type="pct"/>
          </w:tcPr>
          <w:p w14:paraId="5837D5C1" w14:textId="6268C859" w:rsidR="00780CA1" w:rsidRPr="00DA22EB" w:rsidRDefault="00780CA1" w:rsidP="00D8384C">
            <w:pPr>
              <w:rPr>
                <w:sz w:val="20"/>
                <w:szCs w:val="20"/>
              </w:rPr>
            </w:pPr>
            <w:r w:rsidRPr="00DA22EB">
              <w:rPr>
                <w:b/>
                <w:sz w:val="20"/>
                <w:szCs w:val="20"/>
              </w:rPr>
              <w:t>Organisme</w:t>
            </w:r>
            <w:r>
              <w:rPr>
                <w:b/>
                <w:sz w:val="20"/>
                <w:szCs w:val="20"/>
              </w:rPr>
              <w:t xml:space="preserve"> responsable de la SPADA</w:t>
            </w:r>
            <w:r w:rsidRPr="00DA22EB">
              <w:rPr>
                <w:sz w:val="20"/>
                <w:szCs w:val="20"/>
              </w:rPr>
              <w:t> :</w:t>
            </w:r>
          </w:p>
        </w:tc>
      </w:tr>
    </w:tbl>
    <w:p w14:paraId="178D3AF6" w14:textId="77777777" w:rsidR="00B60DD4" w:rsidRPr="00B321E1" w:rsidRDefault="00B60DD4" w:rsidP="00B60DD4">
      <w:pPr>
        <w:pStyle w:val="Style1"/>
        <w:rPr>
          <w:u w:val="single"/>
        </w:rPr>
      </w:pPr>
    </w:p>
    <w:p w14:paraId="201B9F40" w14:textId="603E3BB9" w:rsidR="00B60DD4" w:rsidRPr="00B321E1" w:rsidRDefault="00B60DD4" w:rsidP="00E865C3">
      <w:pPr>
        <w:pStyle w:val="Paragraphedeliste1"/>
        <w:numPr>
          <w:ilvl w:val="0"/>
          <w:numId w:val="25"/>
        </w:numPr>
        <w:spacing w:after="0" w:line="240" w:lineRule="auto"/>
        <w:rPr>
          <w:b/>
          <w:sz w:val="20"/>
          <w:szCs w:val="20"/>
          <w:u w:val="single"/>
        </w:rPr>
      </w:pPr>
      <w:r w:rsidRPr="00B321E1">
        <w:rPr>
          <w:b/>
          <w:sz w:val="20"/>
          <w:szCs w:val="20"/>
          <w:u w:val="single"/>
        </w:rPr>
        <w:t>Situation</w:t>
      </w:r>
      <w:r w:rsidR="00011FE2">
        <w:rPr>
          <w:b/>
          <w:sz w:val="20"/>
          <w:szCs w:val="20"/>
          <w:u w:val="single"/>
        </w:rPr>
        <w:t xml:space="preserve"> actuelle et future</w:t>
      </w:r>
    </w:p>
    <w:p w14:paraId="5EB91059" w14:textId="77777777" w:rsidR="00B60DD4" w:rsidRPr="00DA22EB" w:rsidRDefault="00B60DD4" w:rsidP="00B60DD4">
      <w:pPr>
        <w:pStyle w:val="Paragraphedeliste1"/>
        <w:spacing w:after="0" w:line="240" w:lineRule="auto"/>
        <w:ind w:left="-76"/>
        <w:rPr>
          <w:b/>
          <w:sz w:val="20"/>
          <w:szCs w:val="20"/>
        </w:rPr>
      </w:pPr>
    </w:p>
    <w:tbl>
      <w:tblPr>
        <w:tblW w:w="5139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971"/>
        <w:gridCol w:w="2437"/>
        <w:gridCol w:w="2782"/>
        <w:gridCol w:w="2853"/>
      </w:tblGrid>
      <w:tr w:rsidR="00B60DD4" w:rsidRPr="00DA22EB" w14:paraId="247F57F9" w14:textId="77777777" w:rsidTr="00777588">
        <w:trPr>
          <w:trHeight w:val="1700"/>
        </w:trPr>
        <w:tc>
          <w:tcPr>
            <w:tcW w:w="1970" w:type="dxa"/>
            <w:shd w:val="pct5" w:color="auto" w:fill="auto"/>
          </w:tcPr>
          <w:p w14:paraId="7CB505B6" w14:textId="77777777" w:rsidR="00B60DD4" w:rsidRPr="00DA22EB" w:rsidRDefault="00B60DD4" w:rsidP="00D8384C">
            <w:pPr>
              <w:jc w:val="center"/>
              <w:rPr>
                <w:b/>
                <w:i/>
                <w:sz w:val="18"/>
                <w:szCs w:val="18"/>
              </w:rPr>
            </w:pPr>
            <w:r w:rsidRPr="00DA22EB">
              <w:rPr>
                <w:b/>
                <w:i/>
                <w:sz w:val="18"/>
                <w:szCs w:val="18"/>
              </w:rPr>
              <w:t xml:space="preserve">Nom de la commune et </w:t>
            </w:r>
          </w:p>
          <w:p w14:paraId="47A92016" w14:textId="77777777" w:rsidR="00B60DD4" w:rsidRPr="00DA22EB" w:rsidRDefault="00B60DD4" w:rsidP="00D8384C">
            <w:pPr>
              <w:jc w:val="center"/>
              <w:rPr>
                <w:b/>
                <w:i/>
                <w:sz w:val="18"/>
                <w:szCs w:val="18"/>
              </w:rPr>
            </w:pPr>
            <w:r w:rsidRPr="00DA22EB">
              <w:rPr>
                <w:b/>
                <w:i/>
                <w:sz w:val="18"/>
                <w:szCs w:val="18"/>
              </w:rPr>
              <w:t>code INSEE</w:t>
            </w:r>
          </w:p>
        </w:tc>
        <w:tc>
          <w:tcPr>
            <w:tcW w:w="2437" w:type="dxa"/>
            <w:shd w:val="pct5" w:color="auto" w:fill="auto"/>
          </w:tcPr>
          <w:p w14:paraId="3E40C755" w14:textId="77777777" w:rsidR="00B60DD4" w:rsidRPr="00DA22EB" w:rsidRDefault="00B60DD4" w:rsidP="00D8384C">
            <w:pPr>
              <w:jc w:val="center"/>
              <w:rPr>
                <w:b/>
                <w:i/>
                <w:sz w:val="18"/>
                <w:szCs w:val="18"/>
              </w:rPr>
            </w:pPr>
            <w:r w:rsidRPr="00DA22EB">
              <w:rPr>
                <w:b/>
                <w:i/>
                <w:sz w:val="18"/>
                <w:szCs w:val="18"/>
              </w:rPr>
              <w:t>Adresse complète</w:t>
            </w:r>
          </w:p>
        </w:tc>
        <w:tc>
          <w:tcPr>
            <w:tcW w:w="2782" w:type="dxa"/>
            <w:shd w:val="pct5" w:color="auto" w:fill="auto"/>
          </w:tcPr>
          <w:p w14:paraId="562BCB77" w14:textId="77777777" w:rsidR="00B60DD4" w:rsidRPr="00DA22EB" w:rsidRDefault="00B60DD4" w:rsidP="00D8384C">
            <w:pPr>
              <w:jc w:val="center"/>
              <w:rPr>
                <w:b/>
                <w:i/>
                <w:sz w:val="18"/>
                <w:szCs w:val="18"/>
              </w:rPr>
            </w:pPr>
            <w:r w:rsidRPr="00DA22EB">
              <w:rPr>
                <w:b/>
                <w:i/>
                <w:sz w:val="18"/>
                <w:szCs w:val="18"/>
              </w:rPr>
              <w:t>Desserte transports en commun</w:t>
            </w:r>
          </w:p>
        </w:tc>
        <w:tc>
          <w:tcPr>
            <w:tcW w:w="2853" w:type="dxa"/>
            <w:shd w:val="pct5" w:color="auto" w:fill="auto"/>
          </w:tcPr>
          <w:p w14:paraId="692967EC" w14:textId="77777777" w:rsidR="00B60DD4" w:rsidRPr="00DA22EB" w:rsidRDefault="00B60DD4" w:rsidP="00D8384C">
            <w:pPr>
              <w:jc w:val="center"/>
              <w:rPr>
                <w:b/>
                <w:i/>
                <w:sz w:val="18"/>
                <w:szCs w:val="18"/>
              </w:rPr>
            </w:pPr>
            <w:r w:rsidRPr="00DA22EB">
              <w:rPr>
                <w:b/>
                <w:i/>
                <w:sz w:val="18"/>
                <w:szCs w:val="18"/>
              </w:rPr>
              <w:t>Statut</w:t>
            </w:r>
          </w:p>
          <w:p w14:paraId="7484C4D0" w14:textId="77777777" w:rsidR="00B60DD4" w:rsidRPr="00DA22EB" w:rsidRDefault="00B60DD4" w:rsidP="00D8384C">
            <w:pPr>
              <w:jc w:val="center"/>
              <w:rPr>
                <w:b/>
                <w:i/>
                <w:sz w:val="18"/>
                <w:szCs w:val="18"/>
              </w:rPr>
            </w:pPr>
            <w:r w:rsidRPr="00DA22EB">
              <w:rPr>
                <w:b/>
                <w:i/>
                <w:sz w:val="18"/>
                <w:szCs w:val="18"/>
              </w:rPr>
              <w:t xml:space="preserve"> </w:t>
            </w:r>
            <w:r w:rsidRPr="00DA22EB">
              <w:rPr>
                <w:i/>
                <w:sz w:val="18"/>
                <w:szCs w:val="18"/>
              </w:rPr>
              <w:t>(supprimer les mentions inutiles)</w:t>
            </w:r>
          </w:p>
        </w:tc>
      </w:tr>
      <w:tr w:rsidR="00B60DD4" w:rsidRPr="00DA22EB" w14:paraId="28180112" w14:textId="77777777" w:rsidTr="00777588">
        <w:trPr>
          <w:trHeight w:hRule="exact" w:val="4437"/>
        </w:trPr>
        <w:tc>
          <w:tcPr>
            <w:tcW w:w="1970" w:type="dxa"/>
          </w:tcPr>
          <w:p w14:paraId="445EC166" w14:textId="77777777" w:rsidR="00B60DD4" w:rsidRPr="00DA22EB" w:rsidRDefault="00B60DD4" w:rsidP="00D8384C">
            <w:pPr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14:paraId="022E4D03" w14:textId="77777777" w:rsidR="00B60DD4" w:rsidRPr="00DA22EB" w:rsidRDefault="00B60DD4" w:rsidP="00D8384C">
            <w:pPr>
              <w:rPr>
                <w:sz w:val="20"/>
                <w:szCs w:val="20"/>
              </w:rPr>
            </w:pPr>
          </w:p>
        </w:tc>
        <w:tc>
          <w:tcPr>
            <w:tcW w:w="2782" w:type="dxa"/>
          </w:tcPr>
          <w:p w14:paraId="454D0F3B" w14:textId="77777777" w:rsidR="00B60DD4" w:rsidRPr="00DA22EB" w:rsidRDefault="00B60DD4" w:rsidP="00D8384C">
            <w:pPr>
              <w:rPr>
                <w:sz w:val="20"/>
                <w:szCs w:val="20"/>
              </w:rPr>
            </w:pPr>
          </w:p>
        </w:tc>
        <w:tc>
          <w:tcPr>
            <w:tcW w:w="2853" w:type="dxa"/>
          </w:tcPr>
          <w:p w14:paraId="384E2B8B" w14:textId="77777777" w:rsidR="00B60DD4" w:rsidRPr="00DA22EB" w:rsidRDefault="00B60DD4" w:rsidP="00B60DD4">
            <w:pPr>
              <w:pStyle w:val="Paragraphedeliste1"/>
              <w:numPr>
                <w:ilvl w:val="0"/>
                <w:numId w:val="22"/>
              </w:numPr>
              <w:spacing w:after="0" w:line="240" w:lineRule="auto"/>
              <w:ind w:left="173" w:hanging="142"/>
              <w:rPr>
                <w:sz w:val="18"/>
                <w:szCs w:val="18"/>
              </w:rPr>
            </w:pPr>
            <w:r w:rsidRPr="00DA22EB">
              <w:rPr>
                <w:sz w:val="18"/>
                <w:szCs w:val="18"/>
              </w:rPr>
              <w:t>Propriétaire</w:t>
            </w:r>
          </w:p>
          <w:p w14:paraId="29E94D90" w14:textId="77777777" w:rsidR="00B60DD4" w:rsidRPr="00DA22EB" w:rsidRDefault="00B60DD4" w:rsidP="00B60DD4">
            <w:pPr>
              <w:pStyle w:val="Paragraphedeliste1"/>
              <w:numPr>
                <w:ilvl w:val="0"/>
                <w:numId w:val="22"/>
              </w:numPr>
              <w:spacing w:after="0" w:line="240" w:lineRule="auto"/>
              <w:ind w:left="173" w:hanging="141"/>
              <w:rPr>
                <w:sz w:val="18"/>
                <w:szCs w:val="18"/>
              </w:rPr>
            </w:pPr>
            <w:r w:rsidRPr="00DA22EB">
              <w:rPr>
                <w:sz w:val="18"/>
                <w:szCs w:val="18"/>
              </w:rPr>
              <w:t>Bail ou convention de mise à disposition en cours de validité</w:t>
            </w:r>
          </w:p>
          <w:p w14:paraId="6BDD00CB" w14:textId="77777777" w:rsidR="00B60DD4" w:rsidRDefault="00B60DD4" w:rsidP="00B60DD4">
            <w:pPr>
              <w:pStyle w:val="Paragraphedeliste1"/>
              <w:numPr>
                <w:ilvl w:val="0"/>
                <w:numId w:val="22"/>
              </w:numPr>
              <w:spacing w:after="0" w:line="240" w:lineRule="auto"/>
              <w:ind w:left="173" w:hanging="141"/>
              <w:rPr>
                <w:sz w:val="18"/>
                <w:szCs w:val="18"/>
              </w:rPr>
            </w:pPr>
            <w:r w:rsidRPr="00DA22EB">
              <w:rPr>
                <w:sz w:val="18"/>
                <w:szCs w:val="18"/>
              </w:rPr>
              <w:t>Promesse de bail ou de convention de mise à disposition</w:t>
            </w:r>
          </w:p>
          <w:p w14:paraId="18745DCA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433ED38B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5C464812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0F47CCCF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5088D4C0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2C56A264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12A0AB9A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38E3DB2F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185C624F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2B342813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0AF21D4C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055AAF86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030C6307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0D3FB1A1" w14:textId="77777777" w:rsidR="00777588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  <w:p w14:paraId="76514D86" w14:textId="77777777" w:rsidR="00777588" w:rsidRPr="00DA22EB" w:rsidRDefault="00777588" w:rsidP="00777588">
            <w:pPr>
              <w:pStyle w:val="Paragraphedeliste1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3BEDDEE4" w14:textId="77777777" w:rsidR="00B60DD4" w:rsidRDefault="00B60DD4" w:rsidP="00B60DD4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</w:p>
    <w:p w14:paraId="1551725B" w14:textId="77777777" w:rsidR="00777588" w:rsidRDefault="00777588" w:rsidP="00B60DD4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</w:p>
    <w:p w14:paraId="709CD583" w14:textId="77777777" w:rsidR="00777588" w:rsidRDefault="00777588" w:rsidP="00B60DD4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</w:p>
    <w:p w14:paraId="19D88FDE" w14:textId="77777777" w:rsidR="00E865C3" w:rsidRDefault="00E865C3" w:rsidP="00B60DD4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498"/>
        <w:tblW w:w="979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3"/>
      </w:tblGrid>
      <w:tr w:rsidR="001B18E0" w14:paraId="71148DA9" w14:textId="77777777" w:rsidTr="009C5C75">
        <w:trPr>
          <w:trHeight w:val="1785"/>
        </w:trPr>
        <w:tc>
          <w:tcPr>
            <w:tcW w:w="9793" w:type="dxa"/>
          </w:tcPr>
          <w:p w14:paraId="376321CD" w14:textId="77777777" w:rsidR="001B18E0" w:rsidRDefault="001B18E0" w:rsidP="001B18E0">
            <w:pPr>
              <w:pStyle w:val="Paragraphedeliste1"/>
              <w:spacing w:after="0" w:line="240" w:lineRule="auto"/>
              <w:ind w:left="0"/>
              <w:rPr>
                <w:b/>
                <w:sz w:val="20"/>
                <w:szCs w:val="20"/>
              </w:rPr>
            </w:pPr>
          </w:p>
        </w:tc>
      </w:tr>
    </w:tbl>
    <w:p w14:paraId="13523359" w14:textId="69AAC612" w:rsidR="008827E7" w:rsidRDefault="008827E7" w:rsidP="00E865C3">
      <w:pPr>
        <w:pStyle w:val="Paragraphedeliste1"/>
        <w:numPr>
          <w:ilvl w:val="0"/>
          <w:numId w:val="25"/>
        </w:numPr>
        <w:spacing w:after="0" w:line="240" w:lineRule="auto"/>
        <w:rPr>
          <w:b/>
          <w:sz w:val="20"/>
          <w:szCs w:val="20"/>
          <w:u w:val="single"/>
        </w:rPr>
      </w:pPr>
      <w:r w:rsidRPr="00B321E1">
        <w:rPr>
          <w:b/>
          <w:sz w:val="20"/>
          <w:szCs w:val="20"/>
          <w:u w:val="single"/>
        </w:rPr>
        <w:t>Rappel du contexte</w:t>
      </w:r>
    </w:p>
    <w:p w14:paraId="5F545B76" w14:textId="77777777" w:rsidR="001B18E0" w:rsidRDefault="001B18E0" w:rsidP="001B18E0">
      <w:pPr>
        <w:pStyle w:val="Paragraphedeliste1"/>
        <w:spacing w:after="0" w:line="240" w:lineRule="auto"/>
        <w:rPr>
          <w:b/>
          <w:sz w:val="20"/>
          <w:szCs w:val="20"/>
          <w:u w:val="single"/>
        </w:rPr>
      </w:pPr>
    </w:p>
    <w:p w14:paraId="68046034" w14:textId="77777777" w:rsidR="009C5C75" w:rsidRDefault="009C5C75" w:rsidP="001B18E0">
      <w:pPr>
        <w:pStyle w:val="Paragraphedeliste1"/>
        <w:spacing w:after="0" w:line="240" w:lineRule="auto"/>
        <w:rPr>
          <w:b/>
          <w:sz w:val="20"/>
          <w:szCs w:val="20"/>
          <w:u w:val="single"/>
        </w:rPr>
      </w:pPr>
    </w:p>
    <w:p w14:paraId="0E3D8753" w14:textId="77777777" w:rsidR="009C5C75" w:rsidRDefault="009C5C75" w:rsidP="001B18E0">
      <w:pPr>
        <w:pStyle w:val="Paragraphedeliste1"/>
        <w:spacing w:after="0" w:line="240" w:lineRule="auto"/>
        <w:rPr>
          <w:b/>
          <w:sz w:val="20"/>
          <w:szCs w:val="20"/>
          <w:u w:val="single"/>
        </w:rPr>
      </w:pPr>
    </w:p>
    <w:p w14:paraId="4245B3F4" w14:textId="77777777" w:rsidR="001B18E0" w:rsidRDefault="001B18E0" w:rsidP="001B18E0">
      <w:pPr>
        <w:pStyle w:val="Paragraphedeliste1"/>
        <w:spacing w:after="0" w:line="240" w:lineRule="auto"/>
        <w:rPr>
          <w:b/>
          <w:sz w:val="20"/>
          <w:szCs w:val="20"/>
          <w:u w:val="single"/>
        </w:rPr>
      </w:pPr>
    </w:p>
    <w:p w14:paraId="7D1F300F" w14:textId="4EB3B5DA" w:rsidR="001B18E0" w:rsidRDefault="001B18E0" w:rsidP="00E865C3">
      <w:pPr>
        <w:pStyle w:val="Paragraphedeliste1"/>
        <w:numPr>
          <w:ilvl w:val="0"/>
          <w:numId w:val="25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Présentation du projet </w:t>
      </w:r>
    </w:p>
    <w:p w14:paraId="36A11B30" w14:textId="77777777" w:rsidR="001B18E0" w:rsidRDefault="001B18E0" w:rsidP="001B18E0">
      <w:pPr>
        <w:pStyle w:val="Paragraphedeliste1"/>
        <w:spacing w:after="0" w:line="240" w:lineRule="auto"/>
        <w:rPr>
          <w:b/>
          <w:sz w:val="20"/>
          <w:szCs w:val="20"/>
          <w:u w:val="single"/>
        </w:rPr>
      </w:pPr>
    </w:p>
    <w:p w14:paraId="539FAB8C" w14:textId="77777777" w:rsidR="001B18E0" w:rsidRDefault="001B18E0" w:rsidP="001B18E0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  <w:r w:rsidRPr="00480663">
        <w:rPr>
          <w:b/>
          <w:sz w:val="20"/>
          <w:szCs w:val="20"/>
        </w:rPr>
        <w:t>Distribution du bâtiment</w:t>
      </w:r>
    </w:p>
    <w:p w14:paraId="2F84F007" w14:textId="77777777" w:rsidR="001B18E0" w:rsidRDefault="001B18E0" w:rsidP="001B18E0">
      <w:pPr>
        <w:pStyle w:val="Paragraphedeliste1"/>
        <w:spacing w:after="0" w:line="240" w:lineRule="auto"/>
        <w:ind w:left="1080"/>
        <w:rPr>
          <w:b/>
          <w:sz w:val="20"/>
          <w:szCs w:val="20"/>
        </w:rPr>
      </w:pPr>
    </w:p>
    <w:p w14:paraId="19F9120A" w14:textId="77777777" w:rsidR="001B18E0" w:rsidRDefault="001B18E0" w:rsidP="00780CA1">
      <w:pPr>
        <w:pStyle w:val="Paragraphedeliste1"/>
        <w:spacing w:after="0" w:line="240" w:lineRule="auto"/>
        <w:ind w:left="1080"/>
        <w:jc w:val="center"/>
        <w:rPr>
          <w:b/>
          <w:sz w:val="20"/>
          <w:szCs w:val="20"/>
        </w:rPr>
      </w:pPr>
    </w:p>
    <w:p w14:paraId="0335C6C7" w14:textId="77777777" w:rsidR="001B18E0" w:rsidRDefault="001B18E0" w:rsidP="001B18E0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Nombre d’ETP présents </w:t>
      </w:r>
    </w:p>
    <w:p w14:paraId="23492A62" w14:textId="77777777" w:rsidR="00414EC2" w:rsidRDefault="00414EC2" w:rsidP="001B18E0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</w:p>
    <w:p w14:paraId="48EBB723" w14:textId="412C962F" w:rsidR="00414EC2" w:rsidRDefault="00414EC2" w:rsidP="001B18E0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Nombre d’ETP résidents</w:t>
      </w:r>
    </w:p>
    <w:p w14:paraId="41177C29" w14:textId="77777777" w:rsidR="001B18E0" w:rsidRDefault="001B18E0" w:rsidP="001B18E0">
      <w:pPr>
        <w:pStyle w:val="Paragraphedeliste1"/>
        <w:spacing w:after="0" w:line="240" w:lineRule="auto"/>
        <w:ind w:left="1080"/>
        <w:rPr>
          <w:b/>
          <w:sz w:val="20"/>
          <w:szCs w:val="20"/>
        </w:rPr>
      </w:pPr>
    </w:p>
    <w:p w14:paraId="3D030FC2" w14:textId="77777777" w:rsidR="001B18E0" w:rsidRDefault="001B18E0" w:rsidP="001B18E0">
      <w:pPr>
        <w:pStyle w:val="Paragraphedeliste1"/>
        <w:spacing w:after="0" w:line="240" w:lineRule="auto"/>
        <w:ind w:left="1080"/>
        <w:rPr>
          <w:b/>
          <w:sz w:val="20"/>
          <w:szCs w:val="20"/>
        </w:rPr>
      </w:pPr>
    </w:p>
    <w:p w14:paraId="39804E4F" w14:textId="1F00684B" w:rsidR="001B18E0" w:rsidRPr="00480663" w:rsidRDefault="001B18E0" w:rsidP="001B18E0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Surface </w:t>
      </w:r>
      <w:r w:rsidR="00414EC2">
        <w:rPr>
          <w:b/>
          <w:sz w:val="20"/>
          <w:szCs w:val="20"/>
        </w:rPr>
        <w:t xml:space="preserve">utile brut (SUB) </w:t>
      </w:r>
      <w:r>
        <w:rPr>
          <w:b/>
          <w:sz w:val="20"/>
          <w:szCs w:val="20"/>
        </w:rPr>
        <w:t xml:space="preserve">totale </w:t>
      </w:r>
    </w:p>
    <w:p w14:paraId="0A48F575" w14:textId="77777777" w:rsidR="001B18E0" w:rsidRDefault="001B18E0" w:rsidP="001B18E0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</w:p>
    <w:p w14:paraId="2BFD4B4B" w14:textId="77777777" w:rsidR="001B18E0" w:rsidRPr="00480663" w:rsidRDefault="001B18E0" w:rsidP="001B18E0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</w:p>
    <w:p w14:paraId="2F3E4228" w14:textId="77777777" w:rsidR="001B18E0" w:rsidRDefault="001B18E0" w:rsidP="001B18E0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  <w:r w:rsidRPr="00480663">
        <w:rPr>
          <w:b/>
          <w:sz w:val="20"/>
          <w:szCs w:val="20"/>
        </w:rPr>
        <w:t>Organisation des locaux</w:t>
      </w:r>
      <w:r>
        <w:rPr>
          <w:b/>
          <w:sz w:val="20"/>
          <w:szCs w:val="20"/>
        </w:rPr>
        <w:t xml:space="preserve"> et surface dédiée </w:t>
      </w:r>
    </w:p>
    <w:p w14:paraId="027CBE12" w14:textId="77777777" w:rsidR="001B18E0" w:rsidRDefault="001B18E0" w:rsidP="001B18E0">
      <w:pPr>
        <w:pStyle w:val="Paragraphedeliste1"/>
        <w:spacing w:after="0" w:line="240" w:lineRule="auto"/>
        <w:ind w:left="1080"/>
        <w:rPr>
          <w:b/>
          <w:sz w:val="20"/>
          <w:szCs w:val="20"/>
        </w:rPr>
      </w:pPr>
    </w:p>
    <w:p w14:paraId="06945B3C" w14:textId="77777777" w:rsidR="001B18E0" w:rsidRDefault="001B18E0" w:rsidP="001B18E0">
      <w:pPr>
        <w:pStyle w:val="Paragraphedeliste1"/>
        <w:spacing w:after="0" w:line="240" w:lineRule="auto"/>
        <w:ind w:left="1080"/>
        <w:rPr>
          <w:b/>
          <w:sz w:val="20"/>
          <w:szCs w:val="20"/>
        </w:rPr>
      </w:pPr>
    </w:p>
    <w:p w14:paraId="047CC41A" w14:textId="3D28D594" w:rsidR="001B18E0" w:rsidRPr="00480663" w:rsidRDefault="001B18E0" w:rsidP="001B18E0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Accès PMR</w:t>
      </w:r>
      <w:r w:rsidR="00CA6C94">
        <w:rPr>
          <w:b/>
          <w:sz w:val="20"/>
          <w:szCs w:val="20"/>
        </w:rPr>
        <w:t xml:space="preserve"> </w:t>
      </w:r>
    </w:p>
    <w:p w14:paraId="417BBF80" w14:textId="77777777" w:rsidR="001B18E0" w:rsidRPr="00E865C3" w:rsidRDefault="001B18E0" w:rsidP="001B18E0">
      <w:pPr>
        <w:pStyle w:val="Paragraphedeliste1"/>
        <w:spacing w:after="0" w:line="240" w:lineRule="auto"/>
        <w:ind w:left="1080"/>
        <w:rPr>
          <w:sz w:val="20"/>
          <w:szCs w:val="20"/>
          <w:u w:val="single"/>
        </w:rPr>
      </w:pPr>
    </w:p>
    <w:p w14:paraId="436E6692" w14:textId="77777777" w:rsidR="001B18E0" w:rsidRPr="00480663" w:rsidRDefault="001B18E0" w:rsidP="001B18E0">
      <w:pPr>
        <w:pStyle w:val="Paragraphedeliste1"/>
        <w:spacing w:after="0" w:line="240" w:lineRule="auto"/>
        <w:rPr>
          <w:b/>
          <w:sz w:val="20"/>
          <w:szCs w:val="20"/>
        </w:rPr>
      </w:pPr>
    </w:p>
    <w:p w14:paraId="7D61D683" w14:textId="1D912C01" w:rsidR="001B18E0" w:rsidRPr="00480663" w:rsidRDefault="001B18E0" w:rsidP="001B18E0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  <w:r w:rsidRPr="00480663">
        <w:rPr>
          <w:b/>
          <w:sz w:val="20"/>
          <w:szCs w:val="20"/>
        </w:rPr>
        <w:t>Intérêt</w:t>
      </w:r>
      <w:r w:rsidR="00414EC2">
        <w:rPr>
          <w:b/>
          <w:sz w:val="20"/>
          <w:szCs w:val="20"/>
        </w:rPr>
        <w:t>s</w:t>
      </w:r>
      <w:r w:rsidRPr="00480663">
        <w:rPr>
          <w:b/>
          <w:sz w:val="20"/>
          <w:szCs w:val="20"/>
        </w:rPr>
        <w:t xml:space="preserve"> de la localisation </w:t>
      </w:r>
    </w:p>
    <w:p w14:paraId="2D6F59E0" w14:textId="77777777" w:rsidR="001B18E0" w:rsidRDefault="001B18E0" w:rsidP="001B18E0">
      <w:pPr>
        <w:pStyle w:val="Paragraphedeliste1"/>
        <w:spacing w:after="0" w:line="240" w:lineRule="auto"/>
        <w:ind w:left="0"/>
        <w:rPr>
          <w:sz w:val="20"/>
          <w:szCs w:val="20"/>
          <w:u w:val="single"/>
        </w:rPr>
      </w:pPr>
    </w:p>
    <w:p w14:paraId="23D7AAA3" w14:textId="77777777" w:rsidR="001B18E0" w:rsidRPr="00E865C3" w:rsidRDefault="001B18E0" w:rsidP="001B18E0">
      <w:pPr>
        <w:pStyle w:val="Paragraphedeliste1"/>
        <w:spacing w:after="0" w:line="240" w:lineRule="auto"/>
        <w:ind w:left="0"/>
        <w:rPr>
          <w:sz w:val="20"/>
          <w:szCs w:val="20"/>
          <w:u w:val="single"/>
        </w:rPr>
      </w:pPr>
    </w:p>
    <w:p w14:paraId="23B9F4E6" w14:textId="77777777" w:rsidR="001B18E0" w:rsidRPr="00480663" w:rsidRDefault="001B18E0" w:rsidP="001B18E0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  <w:r w:rsidRPr="00480663">
        <w:rPr>
          <w:b/>
          <w:sz w:val="20"/>
          <w:szCs w:val="20"/>
        </w:rPr>
        <w:t>Coût TTC dont</w:t>
      </w:r>
      <w:r>
        <w:rPr>
          <w:b/>
          <w:sz w:val="20"/>
          <w:szCs w:val="20"/>
        </w:rPr>
        <w:t> :</w:t>
      </w:r>
    </w:p>
    <w:p w14:paraId="2FF4F28C" w14:textId="77777777" w:rsidR="001B18E0" w:rsidRDefault="001B18E0" w:rsidP="001B18E0">
      <w:pPr>
        <w:pStyle w:val="Paragraphedeliste1"/>
        <w:spacing w:after="0" w:line="240" w:lineRule="auto"/>
        <w:ind w:left="0"/>
        <w:rPr>
          <w:sz w:val="20"/>
          <w:szCs w:val="20"/>
          <w:u w:val="single"/>
        </w:rPr>
      </w:pPr>
    </w:p>
    <w:p w14:paraId="6309BA47" w14:textId="77777777" w:rsidR="001B18E0" w:rsidRPr="00C73BC4" w:rsidRDefault="001B18E0" w:rsidP="001B18E0">
      <w:pPr>
        <w:pStyle w:val="Paragraphedeliste1"/>
        <w:numPr>
          <w:ilvl w:val="0"/>
          <w:numId w:val="26"/>
        </w:numPr>
        <w:spacing w:after="0" w:line="240" w:lineRule="auto"/>
        <w:rPr>
          <w:sz w:val="20"/>
          <w:szCs w:val="20"/>
        </w:rPr>
      </w:pPr>
      <w:r w:rsidRPr="00C73BC4">
        <w:rPr>
          <w:sz w:val="20"/>
          <w:szCs w:val="20"/>
        </w:rPr>
        <w:t>Loyer hors taxes</w:t>
      </w:r>
      <w:r>
        <w:rPr>
          <w:sz w:val="20"/>
          <w:szCs w:val="20"/>
        </w:rPr>
        <w:t> :</w:t>
      </w:r>
    </w:p>
    <w:p w14:paraId="073C1255" w14:textId="77777777" w:rsidR="001B18E0" w:rsidRPr="00C73BC4" w:rsidRDefault="001B18E0" w:rsidP="001B18E0">
      <w:pPr>
        <w:pStyle w:val="Paragraphedeliste1"/>
        <w:numPr>
          <w:ilvl w:val="0"/>
          <w:numId w:val="26"/>
        </w:numPr>
        <w:spacing w:after="0" w:line="240" w:lineRule="auto"/>
        <w:rPr>
          <w:sz w:val="20"/>
          <w:szCs w:val="20"/>
        </w:rPr>
      </w:pPr>
      <w:r w:rsidRPr="00C73BC4">
        <w:rPr>
          <w:sz w:val="20"/>
          <w:szCs w:val="20"/>
        </w:rPr>
        <w:t>Charges locatives annuelles</w:t>
      </w:r>
      <w:r>
        <w:rPr>
          <w:sz w:val="20"/>
          <w:szCs w:val="20"/>
        </w:rPr>
        <w:t> :</w:t>
      </w:r>
    </w:p>
    <w:p w14:paraId="269806DF" w14:textId="260B16F0" w:rsidR="001B18E0" w:rsidRDefault="001B18E0" w:rsidP="001B18E0">
      <w:pPr>
        <w:pStyle w:val="Paragraphedeliste1"/>
        <w:numPr>
          <w:ilvl w:val="0"/>
          <w:numId w:val="26"/>
        </w:numPr>
        <w:spacing w:after="0" w:line="240" w:lineRule="auto"/>
        <w:rPr>
          <w:sz w:val="20"/>
          <w:szCs w:val="20"/>
        </w:rPr>
      </w:pPr>
      <w:r w:rsidRPr="00C73BC4">
        <w:rPr>
          <w:sz w:val="20"/>
          <w:szCs w:val="20"/>
        </w:rPr>
        <w:t>Taxe foncière annuelle</w:t>
      </w:r>
      <w:r>
        <w:rPr>
          <w:sz w:val="20"/>
          <w:szCs w:val="20"/>
        </w:rPr>
        <w:t> </w:t>
      </w:r>
      <w:r w:rsidR="00414EC2">
        <w:rPr>
          <w:sz w:val="20"/>
          <w:szCs w:val="20"/>
        </w:rPr>
        <w:t xml:space="preserve">(si refacturé par le bailleur) </w:t>
      </w:r>
      <w:r>
        <w:rPr>
          <w:sz w:val="20"/>
          <w:szCs w:val="20"/>
        </w:rPr>
        <w:t xml:space="preserve">: </w:t>
      </w:r>
    </w:p>
    <w:p w14:paraId="26C2F26E" w14:textId="0D7D96B3" w:rsidR="00414EC2" w:rsidRPr="00C73BC4" w:rsidRDefault="00414EC2" w:rsidP="001B18E0">
      <w:pPr>
        <w:pStyle w:val="Paragraphedeliste1"/>
        <w:numPr>
          <w:ilvl w:val="0"/>
          <w:numId w:val="26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Autres fiscalité : </w:t>
      </w:r>
    </w:p>
    <w:p w14:paraId="6DADC994" w14:textId="7F975C34" w:rsidR="00414EC2" w:rsidRPr="00414EC2" w:rsidRDefault="001B18E0" w:rsidP="00414EC2">
      <w:pPr>
        <w:pStyle w:val="Paragraphedeliste1"/>
        <w:numPr>
          <w:ilvl w:val="0"/>
          <w:numId w:val="26"/>
        </w:numPr>
        <w:spacing w:after="0" w:line="240" w:lineRule="auto"/>
        <w:rPr>
          <w:sz w:val="20"/>
          <w:szCs w:val="20"/>
        </w:rPr>
      </w:pPr>
      <w:r w:rsidRPr="00C73BC4">
        <w:rPr>
          <w:sz w:val="20"/>
          <w:szCs w:val="20"/>
        </w:rPr>
        <w:t>Loyer charges comprises</w:t>
      </w:r>
      <w:r>
        <w:rPr>
          <w:sz w:val="20"/>
          <w:szCs w:val="20"/>
        </w:rPr>
        <w:t> :</w:t>
      </w:r>
    </w:p>
    <w:p w14:paraId="57D16110" w14:textId="77777777" w:rsidR="001B18E0" w:rsidRPr="00C73BC4" w:rsidRDefault="001B18E0" w:rsidP="001B18E0">
      <w:pPr>
        <w:pStyle w:val="Paragraphedeliste1"/>
        <w:numPr>
          <w:ilvl w:val="0"/>
          <w:numId w:val="26"/>
        </w:numPr>
        <w:spacing w:after="0" w:line="240" w:lineRule="auto"/>
        <w:rPr>
          <w:sz w:val="20"/>
          <w:szCs w:val="20"/>
        </w:rPr>
      </w:pPr>
      <w:r w:rsidRPr="00C73BC4">
        <w:rPr>
          <w:sz w:val="20"/>
          <w:szCs w:val="20"/>
        </w:rPr>
        <w:t>Honoraires de l’agence en pourcentage du loyer annuel</w:t>
      </w:r>
      <w:r>
        <w:rPr>
          <w:sz w:val="20"/>
          <w:szCs w:val="20"/>
        </w:rPr>
        <w:t> :</w:t>
      </w:r>
    </w:p>
    <w:p w14:paraId="1685893E" w14:textId="2FB71443" w:rsidR="001B18E0" w:rsidRPr="00C73BC4" w:rsidRDefault="001B18E0" w:rsidP="001B18E0">
      <w:pPr>
        <w:pStyle w:val="Paragraphedeliste1"/>
        <w:numPr>
          <w:ilvl w:val="0"/>
          <w:numId w:val="26"/>
        </w:numPr>
        <w:spacing w:after="0" w:line="240" w:lineRule="auto"/>
        <w:rPr>
          <w:sz w:val="20"/>
          <w:szCs w:val="20"/>
        </w:rPr>
      </w:pPr>
      <w:r w:rsidRPr="00C73BC4">
        <w:rPr>
          <w:sz w:val="20"/>
          <w:szCs w:val="20"/>
        </w:rPr>
        <w:t>Frais de déménagement de l’ancien</w:t>
      </w:r>
      <w:r>
        <w:rPr>
          <w:sz w:val="20"/>
          <w:szCs w:val="20"/>
        </w:rPr>
        <w:t> </w:t>
      </w:r>
      <w:r w:rsidR="00414EC2">
        <w:rPr>
          <w:sz w:val="20"/>
          <w:szCs w:val="20"/>
        </w:rPr>
        <w:t xml:space="preserve">site </w:t>
      </w:r>
      <w:r>
        <w:rPr>
          <w:sz w:val="20"/>
          <w:szCs w:val="20"/>
        </w:rPr>
        <w:t>:</w:t>
      </w:r>
    </w:p>
    <w:p w14:paraId="1BEECE9E" w14:textId="127BBAB9" w:rsidR="001B18E0" w:rsidRPr="00C73BC4" w:rsidRDefault="001B18E0" w:rsidP="001B18E0">
      <w:pPr>
        <w:pStyle w:val="Paragraphedeliste1"/>
        <w:numPr>
          <w:ilvl w:val="0"/>
          <w:numId w:val="26"/>
        </w:numPr>
        <w:spacing w:after="0" w:line="240" w:lineRule="auto"/>
        <w:rPr>
          <w:sz w:val="20"/>
          <w:szCs w:val="20"/>
        </w:rPr>
      </w:pPr>
      <w:r w:rsidRPr="00C73BC4">
        <w:rPr>
          <w:sz w:val="20"/>
          <w:szCs w:val="20"/>
        </w:rPr>
        <w:t>Contrôle</w:t>
      </w:r>
      <w:r w:rsidR="00414EC2">
        <w:rPr>
          <w:sz w:val="20"/>
          <w:szCs w:val="20"/>
        </w:rPr>
        <w:t>s</w:t>
      </w:r>
      <w:r w:rsidRPr="00C73BC4">
        <w:rPr>
          <w:sz w:val="20"/>
          <w:szCs w:val="20"/>
        </w:rPr>
        <w:t xml:space="preserve"> avant ouverture </w:t>
      </w:r>
      <w:r>
        <w:rPr>
          <w:sz w:val="20"/>
          <w:szCs w:val="20"/>
        </w:rPr>
        <w:t>et travaux de réhabilitation :</w:t>
      </w:r>
    </w:p>
    <w:p w14:paraId="337934A1" w14:textId="4CB1613A" w:rsidR="001B18E0" w:rsidRDefault="001B18E0" w:rsidP="001B18E0">
      <w:pPr>
        <w:pStyle w:val="Paragraphedeliste1"/>
        <w:numPr>
          <w:ilvl w:val="0"/>
          <w:numId w:val="26"/>
        </w:numPr>
        <w:spacing w:after="0" w:line="240" w:lineRule="auto"/>
        <w:rPr>
          <w:sz w:val="20"/>
          <w:szCs w:val="20"/>
        </w:rPr>
      </w:pPr>
      <w:r w:rsidRPr="00C73BC4">
        <w:rPr>
          <w:sz w:val="20"/>
          <w:szCs w:val="20"/>
        </w:rPr>
        <w:t>Equipement</w:t>
      </w:r>
      <w:r w:rsidR="00CE684B">
        <w:rPr>
          <w:sz w:val="20"/>
          <w:szCs w:val="20"/>
        </w:rPr>
        <w:t>s</w:t>
      </w:r>
      <w:r w:rsidRPr="00C73BC4">
        <w:rPr>
          <w:sz w:val="20"/>
          <w:szCs w:val="20"/>
        </w:rPr>
        <w:t xml:space="preserve"> mobilier</w:t>
      </w:r>
      <w:r>
        <w:rPr>
          <w:sz w:val="20"/>
          <w:szCs w:val="20"/>
        </w:rPr>
        <w:t> : </w:t>
      </w:r>
    </w:p>
    <w:p w14:paraId="2CC01CE7" w14:textId="77777777" w:rsidR="001B18E0" w:rsidRDefault="001B18E0" w:rsidP="001B18E0">
      <w:pPr>
        <w:pStyle w:val="Paragraphedeliste1"/>
        <w:spacing w:after="0" w:line="240" w:lineRule="auto"/>
        <w:rPr>
          <w:sz w:val="20"/>
          <w:szCs w:val="20"/>
        </w:rPr>
      </w:pPr>
    </w:p>
    <w:p w14:paraId="61219AC4" w14:textId="77777777" w:rsidR="001B18E0" w:rsidRDefault="001B18E0" w:rsidP="001B18E0">
      <w:pPr>
        <w:pStyle w:val="Paragraphedeliste1"/>
        <w:spacing w:after="0" w:line="240" w:lineRule="auto"/>
        <w:rPr>
          <w:sz w:val="20"/>
          <w:szCs w:val="20"/>
        </w:rPr>
      </w:pPr>
    </w:p>
    <w:p w14:paraId="613B2AAA" w14:textId="77777777" w:rsidR="001B18E0" w:rsidRDefault="001B18E0" w:rsidP="001B18E0">
      <w:pPr>
        <w:pStyle w:val="Paragraphedeliste1"/>
        <w:spacing w:after="0" w:line="240" w:lineRule="auto"/>
        <w:rPr>
          <w:sz w:val="20"/>
          <w:szCs w:val="20"/>
        </w:rPr>
      </w:pPr>
    </w:p>
    <w:p w14:paraId="35E0B751" w14:textId="77777777" w:rsidR="001B18E0" w:rsidRDefault="001B18E0" w:rsidP="001B18E0">
      <w:pPr>
        <w:pStyle w:val="Paragraphedeliste1"/>
        <w:spacing w:after="0" w:line="240" w:lineRule="auto"/>
        <w:rPr>
          <w:sz w:val="20"/>
          <w:szCs w:val="20"/>
        </w:rPr>
      </w:pPr>
    </w:p>
    <w:p w14:paraId="5D9CDEEC" w14:textId="77777777" w:rsidR="001B18E0" w:rsidRDefault="001B18E0" w:rsidP="00777588">
      <w:pPr>
        <w:pStyle w:val="Paragraphedeliste1"/>
        <w:spacing w:after="0" w:line="240" w:lineRule="auto"/>
        <w:ind w:left="0"/>
        <w:rPr>
          <w:b/>
          <w:sz w:val="20"/>
          <w:szCs w:val="20"/>
          <w:u w:val="single"/>
        </w:rPr>
      </w:pPr>
    </w:p>
    <w:p w14:paraId="17A35785" w14:textId="2D951C03" w:rsidR="008827E7" w:rsidRDefault="008827E7" w:rsidP="001B18E0">
      <w:pPr>
        <w:pStyle w:val="Paragraphedeliste1"/>
        <w:numPr>
          <w:ilvl w:val="0"/>
          <w:numId w:val="25"/>
        </w:numPr>
        <w:spacing w:after="0" w:line="240" w:lineRule="auto"/>
        <w:rPr>
          <w:b/>
          <w:sz w:val="20"/>
          <w:szCs w:val="20"/>
          <w:u w:val="single"/>
        </w:rPr>
      </w:pPr>
      <w:r w:rsidRPr="001B18E0">
        <w:rPr>
          <w:b/>
          <w:sz w:val="20"/>
          <w:szCs w:val="20"/>
          <w:u w:val="single"/>
        </w:rPr>
        <w:t>Besoin de financement éventuel lié au surco</w:t>
      </w:r>
      <w:r w:rsidR="00CE684B">
        <w:rPr>
          <w:b/>
          <w:sz w:val="20"/>
          <w:szCs w:val="20"/>
          <w:u w:val="single"/>
        </w:rPr>
        <w:t>û</w:t>
      </w:r>
      <w:r w:rsidRPr="001B18E0">
        <w:rPr>
          <w:b/>
          <w:sz w:val="20"/>
          <w:szCs w:val="20"/>
          <w:u w:val="single"/>
        </w:rPr>
        <w:t xml:space="preserve">t du loyer </w:t>
      </w:r>
    </w:p>
    <w:p w14:paraId="4B6DAF90" w14:textId="77777777" w:rsidR="00922B6A" w:rsidRDefault="00922B6A" w:rsidP="00922B6A">
      <w:pPr>
        <w:pStyle w:val="Paragraphedeliste1"/>
        <w:spacing w:after="0" w:line="240" w:lineRule="auto"/>
        <w:rPr>
          <w:b/>
          <w:sz w:val="20"/>
          <w:szCs w:val="20"/>
          <w:u w:val="single"/>
        </w:rPr>
      </w:pPr>
    </w:p>
    <w:tbl>
      <w:tblPr>
        <w:tblpPr w:leftFromText="141" w:rightFromText="141" w:vertAnchor="text" w:horzAnchor="margin" w:tblpY="-51"/>
        <w:tblW w:w="95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6"/>
      </w:tblGrid>
      <w:tr w:rsidR="00922B6A" w14:paraId="59C6B431" w14:textId="77777777" w:rsidTr="009C5C75">
        <w:trPr>
          <w:trHeight w:val="2428"/>
        </w:trPr>
        <w:tc>
          <w:tcPr>
            <w:tcW w:w="9506" w:type="dxa"/>
          </w:tcPr>
          <w:p w14:paraId="1D5E3075" w14:textId="77777777" w:rsidR="00922B6A" w:rsidRDefault="00922B6A" w:rsidP="00922B6A">
            <w:pPr>
              <w:pStyle w:val="Paragraphedeliste1"/>
              <w:spacing w:after="0" w:line="240" w:lineRule="auto"/>
              <w:ind w:left="352"/>
              <w:rPr>
                <w:b/>
                <w:sz w:val="20"/>
                <w:szCs w:val="20"/>
              </w:rPr>
            </w:pPr>
          </w:p>
          <w:p w14:paraId="4175A84F" w14:textId="77777777" w:rsidR="00922B6A" w:rsidRDefault="00922B6A" w:rsidP="00922B6A">
            <w:pPr>
              <w:pStyle w:val="Paragraphedeliste1"/>
              <w:spacing w:after="0" w:line="240" w:lineRule="auto"/>
              <w:ind w:left="352"/>
              <w:rPr>
                <w:b/>
                <w:sz w:val="20"/>
                <w:szCs w:val="20"/>
              </w:rPr>
            </w:pPr>
          </w:p>
        </w:tc>
      </w:tr>
    </w:tbl>
    <w:p w14:paraId="49F51262" w14:textId="77777777" w:rsidR="00922B6A" w:rsidRDefault="00922B6A" w:rsidP="00922B6A">
      <w:pPr>
        <w:pStyle w:val="Paragraphedeliste1"/>
        <w:spacing w:after="0" w:line="240" w:lineRule="auto"/>
        <w:rPr>
          <w:b/>
          <w:sz w:val="20"/>
          <w:szCs w:val="20"/>
          <w:u w:val="single"/>
        </w:rPr>
      </w:pPr>
    </w:p>
    <w:p w14:paraId="0F1D7164" w14:textId="7B5E1E41" w:rsidR="00922B6A" w:rsidRDefault="00922B6A" w:rsidP="00922B6A">
      <w:pPr>
        <w:pStyle w:val="Paragraphedeliste1"/>
        <w:numPr>
          <w:ilvl w:val="0"/>
          <w:numId w:val="25"/>
        </w:numPr>
        <w:spacing w:after="0" w:line="240" w:lineRule="auto"/>
        <w:rPr>
          <w:b/>
          <w:sz w:val="20"/>
          <w:szCs w:val="20"/>
          <w:u w:val="single"/>
        </w:rPr>
      </w:pPr>
      <w:r w:rsidRPr="00B321E1">
        <w:rPr>
          <w:b/>
          <w:sz w:val="20"/>
          <w:szCs w:val="20"/>
          <w:u w:val="single"/>
        </w:rPr>
        <w:t xml:space="preserve">Besoin de financement éventuel lié à l’installation dans les nouveaux locaux </w:t>
      </w:r>
      <w:r w:rsidR="00414EC2">
        <w:rPr>
          <w:b/>
          <w:sz w:val="20"/>
          <w:szCs w:val="20"/>
          <w:u w:val="single"/>
        </w:rPr>
        <w:t>à l’appui d’une étude de faisabilité architecturale</w:t>
      </w:r>
    </w:p>
    <w:p w14:paraId="1EF0B732" w14:textId="77777777" w:rsidR="00922B6A" w:rsidRDefault="00922B6A" w:rsidP="00922B6A">
      <w:pPr>
        <w:pStyle w:val="Paragraphedeliste1"/>
        <w:spacing w:after="0" w:line="240" w:lineRule="auto"/>
        <w:ind w:left="1080"/>
        <w:rPr>
          <w:b/>
          <w:sz w:val="20"/>
          <w:szCs w:val="20"/>
          <w:u w:val="single"/>
        </w:rPr>
      </w:pPr>
    </w:p>
    <w:tbl>
      <w:tblPr>
        <w:tblpPr w:leftFromText="141" w:rightFromText="141" w:vertAnchor="text" w:horzAnchor="margin" w:tblpY="120"/>
        <w:tblW w:w="946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922B6A" w14:paraId="16E9B5D0" w14:textId="77777777" w:rsidTr="009C5C75">
        <w:trPr>
          <w:trHeight w:val="2221"/>
        </w:trPr>
        <w:tc>
          <w:tcPr>
            <w:tcW w:w="9464" w:type="dxa"/>
          </w:tcPr>
          <w:p w14:paraId="334147FA" w14:textId="77777777" w:rsidR="00922B6A" w:rsidRDefault="00922B6A" w:rsidP="00922B6A">
            <w:pPr>
              <w:pStyle w:val="Paragraphedeliste1"/>
              <w:spacing w:after="0" w:line="240" w:lineRule="auto"/>
              <w:ind w:left="833"/>
              <w:rPr>
                <w:b/>
                <w:sz w:val="20"/>
                <w:szCs w:val="20"/>
              </w:rPr>
            </w:pPr>
          </w:p>
          <w:p w14:paraId="6A731344" w14:textId="77777777" w:rsidR="00922B6A" w:rsidRDefault="00922B6A" w:rsidP="00922B6A">
            <w:pPr>
              <w:pStyle w:val="Paragraphedeliste1"/>
              <w:spacing w:after="0" w:line="240" w:lineRule="auto"/>
              <w:ind w:left="397"/>
              <w:rPr>
                <w:b/>
                <w:sz w:val="20"/>
                <w:szCs w:val="20"/>
              </w:rPr>
            </w:pPr>
          </w:p>
          <w:p w14:paraId="5BB7028D" w14:textId="77777777" w:rsidR="00922B6A" w:rsidRDefault="00922B6A" w:rsidP="00922B6A">
            <w:pPr>
              <w:pStyle w:val="Paragraphedeliste1"/>
              <w:spacing w:after="0" w:line="240" w:lineRule="auto"/>
              <w:ind w:left="397"/>
              <w:rPr>
                <w:b/>
                <w:sz w:val="20"/>
                <w:szCs w:val="20"/>
              </w:rPr>
            </w:pPr>
          </w:p>
        </w:tc>
      </w:tr>
    </w:tbl>
    <w:p w14:paraId="18CC574B" w14:textId="77777777" w:rsidR="00922B6A" w:rsidRPr="00B321E1" w:rsidRDefault="00922B6A" w:rsidP="00922B6A">
      <w:pPr>
        <w:pStyle w:val="Paragraphedeliste1"/>
        <w:spacing w:after="0" w:line="240" w:lineRule="auto"/>
        <w:rPr>
          <w:b/>
          <w:sz w:val="20"/>
          <w:szCs w:val="20"/>
          <w:u w:val="single"/>
        </w:rPr>
      </w:pPr>
    </w:p>
    <w:p w14:paraId="76423D49" w14:textId="77777777" w:rsidR="00922B6A" w:rsidRDefault="00922B6A" w:rsidP="00922B6A">
      <w:pPr>
        <w:pStyle w:val="Paragraphedeliste"/>
        <w:numPr>
          <w:ilvl w:val="0"/>
          <w:numId w:val="25"/>
        </w:numPr>
        <w:rPr>
          <w:rFonts w:ascii="Calibri" w:hAnsi="Calibri"/>
          <w:b/>
          <w:sz w:val="20"/>
          <w:szCs w:val="20"/>
          <w:u w:val="single"/>
          <w:lang w:eastAsia="en-US"/>
        </w:rPr>
      </w:pPr>
      <w:r w:rsidRPr="00922B6A">
        <w:rPr>
          <w:rFonts w:ascii="Calibri" w:hAnsi="Calibri"/>
          <w:b/>
          <w:sz w:val="20"/>
          <w:szCs w:val="20"/>
          <w:u w:val="single"/>
          <w:lang w:eastAsia="en-US"/>
        </w:rPr>
        <w:t xml:space="preserve">Récapitulatif du besoin en financement </w:t>
      </w:r>
    </w:p>
    <w:p w14:paraId="0ECBC8FA" w14:textId="77777777" w:rsidR="00922B6A" w:rsidRDefault="00922B6A" w:rsidP="00922B6A">
      <w:pPr>
        <w:pStyle w:val="Paragraphedeliste"/>
        <w:ind w:left="1080"/>
        <w:rPr>
          <w:rFonts w:ascii="Calibri" w:hAnsi="Calibri"/>
          <w:b/>
          <w:sz w:val="20"/>
          <w:szCs w:val="20"/>
          <w:u w:val="single"/>
          <w:lang w:eastAsia="en-US"/>
        </w:rPr>
      </w:pPr>
    </w:p>
    <w:tbl>
      <w:tblPr>
        <w:tblpPr w:leftFromText="141" w:rightFromText="141" w:vertAnchor="text" w:horzAnchor="margin" w:tblpY="85"/>
        <w:tblW w:w="95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8"/>
      </w:tblGrid>
      <w:tr w:rsidR="00922B6A" w14:paraId="1006CC91" w14:textId="77777777" w:rsidTr="009C5C75">
        <w:trPr>
          <w:trHeight w:val="2051"/>
        </w:trPr>
        <w:tc>
          <w:tcPr>
            <w:tcW w:w="9508" w:type="dxa"/>
          </w:tcPr>
          <w:p w14:paraId="7636FE1F" w14:textId="77777777" w:rsidR="00922B6A" w:rsidRDefault="00922B6A" w:rsidP="00922B6A">
            <w:pPr>
              <w:pStyle w:val="Paragraphedeliste1"/>
              <w:spacing w:after="0" w:line="240" w:lineRule="auto"/>
              <w:ind w:left="352"/>
              <w:rPr>
                <w:b/>
                <w:sz w:val="20"/>
                <w:szCs w:val="20"/>
              </w:rPr>
            </w:pPr>
          </w:p>
          <w:p w14:paraId="36BFE1E0" w14:textId="77777777" w:rsidR="00922B6A" w:rsidRDefault="00922B6A" w:rsidP="00922B6A">
            <w:pPr>
              <w:pStyle w:val="Paragraphedeliste1"/>
              <w:spacing w:after="0" w:line="240" w:lineRule="auto"/>
              <w:ind w:left="352"/>
              <w:rPr>
                <w:b/>
                <w:sz w:val="20"/>
                <w:szCs w:val="20"/>
              </w:rPr>
            </w:pPr>
          </w:p>
          <w:p w14:paraId="7A491687" w14:textId="77777777" w:rsidR="00922B6A" w:rsidRDefault="00922B6A" w:rsidP="00922B6A">
            <w:pPr>
              <w:pStyle w:val="Paragraphedeliste1"/>
              <w:spacing w:after="0" w:line="240" w:lineRule="auto"/>
              <w:ind w:left="352"/>
              <w:rPr>
                <w:b/>
                <w:sz w:val="20"/>
                <w:szCs w:val="20"/>
              </w:rPr>
            </w:pPr>
          </w:p>
          <w:p w14:paraId="60F2362C" w14:textId="77777777" w:rsidR="00922B6A" w:rsidRDefault="00922B6A" w:rsidP="00922B6A">
            <w:pPr>
              <w:pStyle w:val="Paragraphedeliste1"/>
              <w:spacing w:after="0" w:line="240" w:lineRule="auto"/>
              <w:ind w:left="352"/>
              <w:rPr>
                <w:b/>
                <w:sz w:val="20"/>
                <w:szCs w:val="20"/>
              </w:rPr>
            </w:pPr>
          </w:p>
          <w:p w14:paraId="47151D03" w14:textId="77777777" w:rsidR="00922B6A" w:rsidRDefault="00922B6A" w:rsidP="00922B6A">
            <w:pPr>
              <w:pStyle w:val="Paragraphedeliste1"/>
              <w:spacing w:after="0" w:line="240" w:lineRule="auto"/>
              <w:ind w:left="352"/>
              <w:rPr>
                <w:b/>
                <w:sz w:val="20"/>
                <w:szCs w:val="20"/>
              </w:rPr>
            </w:pPr>
          </w:p>
        </w:tc>
      </w:tr>
    </w:tbl>
    <w:p w14:paraId="09D4C331" w14:textId="77777777" w:rsidR="00922B6A" w:rsidRDefault="00922B6A" w:rsidP="00922B6A">
      <w:pPr>
        <w:rPr>
          <w:rFonts w:ascii="Calibri" w:hAnsi="Calibri"/>
          <w:b/>
          <w:sz w:val="20"/>
          <w:szCs w:val="20"/>
          <w:u w:val="single"/>
          <w:lang w:eastAsia="en-US"/>
        </w:rPr>
      </w:pPr>
    </w:p>
    <w:p w14:paraId="26085925" w14:textId="77777777" w:rsidR="00922B6A" w:rsidRPr="00922B6A" w:rsidRDefault="00922B6A" w:rsidP="00922B6A">
      <w:pPr>
        <w:rPr>
          <w:rFonts w:ascii="Calibri" w:hAnsi="Calibri"/>
          <w:b/>
          <w:sz w:val="20"/>
          <w:szCs w:val="20"/>
          <w:u w:val="single"/>
          <w:lang w:eastAsia="en-US"/>
        </w:rPr>
      </w:pPr>
    </w:p>
    <w:p w14:paraId="35ACE5A9" w14:textId="49A2E916" w:rsidR="00922B6A" w:rsidRPr="001B18E0" w:rsidRDefault="00922B6A" w:rsidP="001B18E0">
      <w:pPr>
        <w:pStyle w:val="Paragraphedeliste1"/>
        <w:numPr>
          <w:ilvl w:val="0"/>
          <w:numId w:val="25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Annexes</w:t>
      </w:r>
    </w:p>
    <w:p w14:paraId="6F192A3B" w14:textId="77777777" w:rsidR="00E865C3" w:rsidRDefault="00E865C3" w:rsidP="00922B6A">
      <w:pPr>
        <w:pStyle w:val="Paragraphedeliste1"/>
        <w:spacing w:after="0" w:line="240" w:lineRule="auto"/>
        <w:ind w:left="0"/>
        <w:rPr>
          <w:b/>
          <w:sz w:val="20"/>
          <w:szCs w:val="20"/>
        </w:rPr>
      </w:pPr>
    </w:p>
    <w:p w14:paraId="75003B1D" w14:textId="03479EDC" w:rsidR="008827E7" w:rsidRPr="00480663" w:rsidRDefault="008827E7" w:rsidP="008827E7">
      <w:pPr>
        <w:pStyle w:val="Paragraphedeliste1"/>
        <w:numPr>
          <w:ilvl w:val="0"/>
          <w:numId w:val="23"/>
        </w:numPr>
        <w:spacing w:after="0" w:line="240" w:lineRule="auto"/>
        <w:rPr>
          <w:b/>
          <w:sz w:val="20"/>
          <w:szCs w:val="20"/>
        </w:rPr>
      </w:pPr>
      <w:r w:rsidRPr="00480663">
        <w:rPr>
          <w:b/>
          <w:sz w:val="20"/>
          <w:szCs w:val="20"/>
        </w:rPr>
        <w:t>Photos et Plan</w:t>
      </w:r>
      <w:r w:rsidR="00C73BC4" w:rsidRPr="00480663">
        <w:rPr>
          <w:b/>
          <w:sz w:val="20"/>
          <w:szCs w:val="20"/>
        </w:rPr>
        <w:t>s</w:t>
      </w:r>
      <w:r w:rsidRPr="00480663">
        <w:rPr>
          <w:b/>
          <w:sz w:val="20"/>
          <w:szCs w:val="20"/>
        </w:rPr>
        <w:t xml:space="preserve"> </w:t>
      </w:r>
      <w:r w:rsidR="00414EC2">
        <w:rPr>
          <w:b/>
          <w:sz w:val="20"/>
          <w:szCs w:val="20"/>
        </w:rPr>
        <w:t xml:space="preserve">des </w:t>
      </w:r>
      <w:r w:rsidR="006D61FF">
        <w:rPr>
          <w:b/>
          <w:sz w:val="20"/>
          <w:szCs w:val="20"/>
        </w:rPr>
        <w:t>aménagement</w:t>
      </w:r>
      <w:r w:rsidR="00414EC2">
        <w:rPr>
          <w:b/>
          <w:sz w:val="20"/>
          <w:szCs w:val="20"/>
        </w:rPr>
        <w:t>s</w:t>
      </w:r>
    </w:p>
    <w:p w14:paraId="0A53D01F" w14:textId="4D8802FA" w:rsidR="008827E7" w:rsidRPr="00480663" w:rsidRDefault="008827E7" w:rsidP="008827E7">
      <w:pPr>
        <w:pStyle w:val="Paragraphedeliste1"/>
        <w:numPr>
          <w:ilvl w:val="0"/>
          <w:numId w:val="23"/>
        </w:numPr>
        <w:spacing w:after="0" w:line="240" w:lineRule="auto"/>
        <w:rPr>
          <w:b/>
          <w:sz w:val="20"/>
          <w:szCs w:val="20"/>
        </w:rPr>
      </w:pPr>
      <w:r w:rsidRPr="00480663">
        <w:rPr>
          <w:b/>
          <w:sz w:val="20"/>
          <w:szCs w:val="20"/>
        </w:rPr>
        <w:t>Décomposition</w:t>
      </w:r>
      <w:r w:rsidR="00986C1E">
        <w:rPr>
          <w:b/>
          <w:sz w:val="20"/>
          <w:szCs w:val="20"/>
        </w:rPr>
        <w:t xml:space="preserve"> des</w:t>
      </w:r>
      <w:r w:rsidR="00AA1AD5" w:rsidRPr="00480663">
        <w:rPr>
          <w:b/>
          <w:sz w:val="20"/>
          <w:szCs w:val="20"/>
        </w:rPr>
        <w:t xml:space="preserve"> prix unitaire</w:t>
      </w:r>
      <w:r w:rsidR="00986C1E">
        <w:rPr>
          <w:b/>
          <w:sz w:val="20"/>
          <w:szCs w:val="20"/>
        </w:rPr>
        <w:t>s</w:t>
      </w:r>
      <w:r w:rsidR="00AA1AD5" w:rsidRPr="00480663">
        <w:rPr>
          <w:b/>
          <w:sz w:val="20"/>
          <w:szCs w:val="20"/>
        </w:rPr>
        <w:t xml:space="preserve"> du coût</w:t>
      </w:r>
      <w:r w:rsidR="00986C1E">
        <w:rPr>
          <w:b/>
          <w:sz w:val="20"/>
          <w:szCs w:val="20"/>
        </w:rPr>
        <w:t xml:space="preserve"> </w:t>
      </w:r>
    </w:p>
    <w:p w14:paraId="7A8F03C5" w14:textId="6DA605EE" w:rsidR="00561AC4" w:rsidRDefault="000A3502" w:rsidP="00196FC6">
      <w:pPr>
        <w:pStyle w:val="Paragraphedeliste1"/>
        <w:numPr>
          <w:ilvl w:val="0"/>
          <w:numId w:val="23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Devis et </w:t>
      </w:r>
      <w:r w:rsidR="00414EC2">
        <w:rPr>
          <w:b/>
          <w:sz w:val="20"/>
          <w:szCs w:val="20"/>
        </w:rPr>
        <w:t xml:space="preserve">projet de </w:t>
      </w:r>
      <w:r>
        <w:rPr>
          <w:b/>
          <w:sz w:val="20"/>
          <w:szCs w:val="20"/>
        </w:rPr>
        <w:t xml:space="preserve">nouveau bail </w:t>
      </w:r>
    </w:p>
    <w:p w14:paraId="06CB738B" w14:textId="586A0317" w:rsidR="000A3502" w:rsidRPr="00196FC6" w:rsidRDefault="000A3502" w:rsidP="00196FC6">
      <w:pPr>
        <w:pStyle w:val="Paragraphedeliste1"/>
        <w:numPr>
          <w:ilvl w:val="0"/>
          <w:numId w:val="23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Ancien bail </w:t>
      </w:r>
    </w:p>
    <w:p w14:paraId="334CFBD0" w14:textId="77777777" w:rsidR="009C5C75" w:rsidRDefault="009C5C75" w:rsidP="00561AC4">
      <w:pPr>
        <w:widowControl w:val="0"/>
        <w:spacing w:before="0"/>
        <w:rPr>
          <w:rFonts w:asciiTheme="minorHAnsi" w:hAnsiTheme="minorHAnsi"/>
          <w:b/>
          <w:smallCaps/>
        </w:rPr>
      </w:pPr>
    </w:p>
    <w:p w14:paraId="37F5E1EC" w14:textId="77777777" w:rsidR="00EA6107" w:rsidRDefault="00EA6107" w:rsidP="00561AC4">
      <w:pPr>
        <w:widowControl w:val="0"/>
        <w:spacing w:before="0"/>
        <w:rPr>
          <w:rFonts w:asciiTheme="minorHAnsi" w:hAnsiTheme="minorHAnsi"/>
          <w:b/>
          <w:smallCaps/>
        </w:rPr>
      </w:pPr>
    </w:p>
    <w:p w14:paraId="6EE8F552" w14:textId="77777777" w:rsidR="00EA6107" w:rsidRDefault="00EA6107" w:rsidP="00561AC4">
      <w:pPr>
        <w:widowControl w:val="0"/>
        <w:spacing w:before="0"/>
        <w:rPr>
          <w:rFonts w:asciiTheme="minorHAnsi" w:hAnsiTheme="minorHAnsi"/>
          <w:b/>
          <w:smallCaps/>
        </w:rPr>
      </w:pPr>
    </w:p>
    <w:tbl>
      <w:tblPr>
        <w:tblpPr w:leftFromText="141" w:rightFromText="141" w:vertAnchor="text" w:horzAnchor="margin" w:tblpY="54"/>
        <w:tblW w:w="91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1900"/>
        <w:gridCol w:w="1088"/>
        <w:gridCol w:w="1187"/>
        <w:gridCol w:w="1187"/>
        <w:gridCol w:w="1048"/>
        <w:gridCol w:w="1170"/>
      </w:tblGrid>
      <w:tr w:rsidR="00A62F3D" w:rsidRPr="00557308" w14:paraId="229EABC8" w14:textId="77777777" w:rsidTr="00BA50F7">
        <w:trPr>
          <w:trHeight w:val="257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3F64D7A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B07256C" w14:textId="77777777" w:rsidR="00A62F3D" w:rsidRPr="00196FC6" w:rsidRDefault="00A62F3D" w:rsidP="00A62F3D">
            <w:pPr>
              <w:spacing w:befor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6FC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3393D9" w14:textId="77777777" w:rsidR="00A62F3D" w:rsidRPr="00196FC6" w:rsidRDefault="00A62F3D" w:rsidP="00A62F3D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96FC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1BBD029" w14:textId="77777777" w:rsidR="00A62F3D" w:rsidRPr="00196FC6" w:rsidRDefault="00A62F3D" w:rsidP="00A62F3D">
            <w:pPr>
              <w:spacing w:befor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6FC6"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2D970D" w14:textId="77777777" w:rsidR="00A62F3D" w:rsidRPr="00196FC6" w:rsidRDefault="00A62F3D" w:rsidP="00A62F3D">
            <w:pPr>
              <w:spacing w:befor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6FC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908A59D" w14:textId="77777777" w:rsidR="00A62F3D" w:rsidRPr="00196FC6" w:rsidRDefault="00A62F3D" w:rsidP="00A62F3D">
            <w:pPr>
              <w:spacing w:befor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6FC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65459" w14:textId="77777777" w:rsidR="00A62F3D" w:rsidRPr="00196FC6" w:rsidRDefault="00A62F3D" w:rsidP="00A62F3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6FC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62F3D" w:rsidRPr="00557308" w14:paraId="397A2BAB" w14:textId="77777777" w:rsidTr="00BA50F7">
        <w:trPr>
          <w:trHeight w:val="257"/>
        </w:trPr>
        <w:tc>
          <w:tcPr>
            <w:tcW w:w="910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C30DC24" w14:textId="620C8EF8" w:rsidR="00A62F3D" w:rsidRPr="00196FC6" w:rsidRDefault="00777588" w:rsidP="00A62F3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A62F3D" w:rsidRPr="00196FC6">
              <w:rPr>
                <w:rFonts w:asciiTheme="minorHAnsi" w:hAnsiTheme="minorHAnsi" w:cstheme="minorHAnsi"/>
                <w:sz w:val="20"/>
                <w:szCs w:val="20"/>
              </w:rPr>
              <w:t>ignature du représentant habilité pour signer le marché et cachet de l'entreprise</w:t>
            </w:r>
          </w:p>
        </w:tc>
      </w:tr>
      <w:tr w:rsidR="00A62F3D" w:rsidRPr="00557308" w14:paraId="7FB65465" w14:textId="77777777" w:rsidTr="00BA50F7">
        <w:trPr>
          <w:trHeight w:val="257"/>
        </w:trPr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EEA09C1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84E14C" w14:textId="77777777" w:rsidR="00A62F3D" w:rsidRPr="00196FC6" w:rsidRDefault="00A62F3D" w:rsidP="00A62F3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C3CC37" w14:textId="77777777" w:rsidR="00A62F3D" w:rsidRPr="00196FC6" w:rsidRDefault="00A62F3D" w:rsidP="00A62F3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7E4F3E" w14:textId="77777777" w:rsidR="00A62F3D" w:rsidRPr="00196FC6" w:rsidRDefault="00A62F3D" w:rsidP="00A62F3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B2E1B3" w14:textId="77777777" w:rsidR="00A62F3D" w:rsidRPr="00196FC6" w:rsidRDefault="00A62F3D" w:rsidP="00A62F3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898A9C" w14:textId="77777777" w:rsidR="00A62F3D" w:rsidRPr="00196FC6" w:rsidRDefault="00A62F3D" w:rsidP="00A62F3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99762CE" w14:textId="77777777" w:rsidR="00A62F3D" w:rsidRPr="00196FC6" w:rsidRDefault="00A62F3D" w:rsidP="00A62F3D">
            <w:pPr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6FC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62F3D" w:rsidRPr="00557308" w14:paraId="720920BA" w14:textId="77777777" w:rsidTr="00BA50F7">
        <w:trPr>
          <w:trHeight w:val="257"/>
        </w:trPr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0D0A58C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6BB344" w14:textId="77777777" w:rsidR="00A62F3D" w:rsidRPr="00557308" w:rsidRDefault="00A62F3D" w:rsidP="00BA50F7">
            <w:pPr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C91583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4B2C51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EFDE38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2CC610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9B724BD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62F3D" w:rsidRPr="00557308" w14:paraId="00618B29" w14:textId="77777777" w:rsidTr="00BA50F7">
        <w:trPr>
          <w:trHeight w:val="257"/>
        </w:trPr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3397701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974FE2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E067DD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FD9687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847BA8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88A1DE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CB68036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62F3D" w:rsidRPr="00557308" w14:paraId="754AAD6F" w14:textId="77777777" w:rsidTr="00BA50F7">
        <w:trPr>
          <w:trHeight w:val="257"/>
        </w:trPr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9245AF8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C2A2FA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F3329A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9195B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7EA8F9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254E79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C402EA7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62F3D" w:rsidRPr="00557308" w14:paraId="500EEA04" w14:textId="77777777" w:rsidTr="00BA50F7">
        <w:trPr>
          <w:trHeight w:val="257"/>
        </w:trPr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CEC7A54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1DBDDC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09767E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1383E1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B75337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01DD9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B8608DE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3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62F3D" w:rsidRPr="00557308" w14:paraId="2119F01C" w14:textId="77777777" w:rsidTr="00BA50F7">
        <w:trPr>
          <w:trHeight w:val="257"/>
        </w:trPr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7346C39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28BF91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49F6FD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953587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33725B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B6DFB4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4B0E3A4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F3D" w:rsidRPr="00557308" w14:paraId="7F5B2839" w14:textId="77777777" w:rsidTr="00BA50F7">
        <w:trPr>
          <w:trHeight w:val="49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B1D1A5D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6896AD5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D42967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644F47C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642F5B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79BA74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2F2D9" w14:textId="77777777" w:rsidR="00A62F3D" w:rsidRPr="00557308" w:rsidRDefault="00A62F3D" w:rsidP="00A62F3D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90A649" w14:textId="77777777" w:rsidR="00561AC4" w:rsidRDefault="00561AC4" w:rsidP="00561AC4">
      <w:pPr>
        <w:widowControl w:val="0"/>
        <w:spacing w:before="0"/>
        <w:rPr>
          <w:rFonts w:asciiTheme="minorHAnsi" w:hAnsiTheme="minorHAnsi"/>
          <w:b/>
          <w:smallCaps/>
        </w:rPr>
      </w:pPr>
    </w:p>
    <w:p w14:paraId="574812F6" w14:textId="77777777" w:rsidR="00561AC4" w:rsidRDefault="00561AC4" w:rsidP="00561AC4">
      <w:pPr>
        <w:widowControl w:val="0"/>
        <w:spacing w:before="0"/>
        <w:rPr>
          <w:rFonts w:asciiTheme="minorHAnsi" w:hAnsiTheme="minorHAnsi"/>
          <w:b/>
          <w:smallCaps/>
        </w:rPr>
      </w:pPr>
    </w:p>
    <w:p w14:paraId="030C5C69" w14:textId="77777777" w:rsidR="00561AC4" w:rsidRDefault="00561AC4" w:rsidP="00561AC4">
      <w:pPr>
        <w:widowControl w:val="0"/>
        <w:spacing w:before="0"/>
        <w:rPr>
          <w:rFonts w:asciiTheme="minorHAnsi" w:hAnsiTheme="minorHAnsi"/>
          <w:b/>
          <w:smallCaps/>
        </w:rPr>
      </w:pPr>
    </w:p>
    <w:p w14:paraId="0C41D0FC" w14:textId="77777777" w:rsidR="00561AC4" w:rsidRDefault="00561AC4" w:rsidP="00561AC4">
      <w:pPr>
        <w:widowControl w:val="0"/>
        <w:spacing w:before="0"/>
        <w:rPr>
          <w:rFonts w:asciiTheme="minorHAnsi" w:hAnsiTheme="minorHAnsi"/>
          <w:b/>
          <w:smallCaps/>
        </w:rPr>
      </w:pPr>
    </w:p>
    <w:p w14:paraId="53FB06CD" w14:textId="77777777" w:rsidR="00561AC4" w:rsidRDefault="00561AC4" w:rsidP="00561AC4">
      <w:pPr>
        <w:widowControl w:val="0"/>
        <w:spacing w:before="0"/>
        <w:rPr>
          <w:rFonts w:asciiTheme="minorHAnsi" w:hAnsiTheme="minorHAnsi"/>
          <w:b/>
          <w:smallCaps/>
        </w:rPr>
      </w:pPr>
    </w:p>
    <w:p w14:paraId="6040BA3B" w14:textId="77777777" w:rsidR="00561AC4" w:rsidRDefault="00561AC4" w:rsidP="00561AC4">
      <w:pPr>
        <w:widowControl w:val="0"/>
        <w:spacing w:before="0"/>
        <w:rPr>
          <w:rFonts w:asciiTheme="minorHAnsi" w:hAnsiTheme="minorHAnsi"/>
          <w:b/>
          <w:smallCaps/>
        </w:rPr>
      </w:pPr>
    </w:p>
    <w:p w14:paraId="2E355D33" w14:textId="77777777" w:rsidR="00561AC4" w:rsidRDefault="00561AC4" w:rsidP="00561AC4">
      <w:pPr>
        <w:widowControl w:val="0"/>
        <w:spacing w:before="0"/>
        <w:rPr>
          <w:rFonts w:asciiTheme="minorHAnsi" w:hAnsiTheme="minorHAnsi"/>
          <w:b/>
          <w:smallCaps/>
        </w:rPr>
      </w:pPr>
    </w:p>
    <w:p w14:paraId="5045395B" w14:textId="77777777" w:rsidR="00561AC4" w:rsidRDefault="00561AC4" w:rsidP="00561AC4">
      <w:pPr>
        <w:widowControl w:val="0"/>
        <w:spacing w:before="0"/>
        <w:rPr>
          <w:rFonts w:asciiTheme="minorHAnsi" w:hAnsiTheme="minorHAnsi"/>
          <w:b/>
          <w:smallCaps/>
        </w:rPr>
      </w:pPr>
    </w:p>
    <w:p w14:paraId="0AB62B02" w14:textId="77777777" w:rsidR="00561AC4" w:rsidRDefault="00561AC4" w:rsidP="00561AC4">
      <w:pPr>
        <w:widowControl w:val="0"/>
        <w:spacing w:before="0"/>
        <w:rPr>
          <w:rFonts w:asciiTheme="minorHAnsi" w:hAnsiTheme="minorHAnsi"/>
          <w:b/>
          <w:smallCaps/>
        </w:rPr>
      </w:pPr>
    </w:p>
    <w:p w14:paraId="564DA0AC" w14:textId="77777777" w:rsidR="00561AC4" w:rsidRDefault="00561AC4" w:rsidP="00561AC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7B19C63D" w14:textId="77777777" w:rsidR="00561AC4" w:rsidRDefault="00561AC4" w:rsidP="00561AC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26D7179C" w14:textId="77777777" w:rsidR="00561AC4" w:rsidRDefault="00561AC4" w:rsidP="00561AC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24B1827B" w14:textId="77777777" w:rsidR="00561AC4" w:rsidRDefault="00561AC4" w:rsidP="00561AC4">
      <w:pPr>
        <w:widowControl w:val="0"/>
        <w:spacing w:before="0"/>
        <w:outlineLvl w:val="0"/>
        <w:rPr>
          <w:rFonts w:ascii="Calibri" w:hAnsi="Calibri"/>
          <w:b/>
          <w:smallCaps/>
          <w:sz w:val="2"/>
          <w:szCs w:val="2"/>
        </w:rPr>
      </w:pPr>
      <w:r>
        <w:rPr>
          <w:rFonts w:ascii="Calibri" w:hAnsi="Calibri"/>
          <w:b/>
          <w:smallCaps/>
          <w:sz w:val="2"/>
          <w:szCs w:val="2"/>
        </w:rPr>
        <w:t xml:space="preserve">AA </w:t>
      </w:r>
    </w:p>
    <w:p w14:paraId="6C108F97" w14:textId="77777777" w:rsidR="00561AC4" w:rsidRDefault="00561AC4" w:rsidP="00561AC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  <w:r>
        <w:rPr>
          <w:rFonts w:ascii="Calibri" w:hAnsi="Calibri"/>
          <w:b/>
          <w:smallCaps/>
          <w:sz w:val="2"/>
          <w:szCs w:val="2"/>
        </w:rPr>
        <w:t>A</w:t>
      </w:r>
    </w:p>
    <w:p w14:paraId="52619688" w14:textId="77777777" w:rsidR="00561AC4" w:rsidRDefault="00561AC4" w:rsidP="00561AC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04D8B0DB" w14:textId="77777777" w:rsidR="00561AC4" w:rsidRDefault="00561AC4" w:rsidP="00561AC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0805860C" w14:textId="77777777" w:rsidR="00561AC4" w:rsidRDefault="00561AC4" w:rsidP="00561AC4">
      <w:pPr>
        <w:widowControl w:val="0"/>
        <w:spacing w:before="0"/>
        <w:rPr>
          <w:rFonts w:ascii="Calibri" w:hAnsi="Calibri"/>
          <w:b/>
          <w:smallCaps/>
          <w:sz w:val="2"/>
          <w:szCs w:val="2"/>
        </w:rPr>
      </w:pPr>
    </w:p>
    <w:p w14:paraId="1198ADC1" w14:textId="42AE87F1" w:rsidR="00561AC4" w:rsidRPr="00E96F64" w:rsidRDefault="00561AC4" w:rsidP="00E96F64">
      <w:pPr>
        <w:tabs>
          <w:tab w:val="left" w:pos="1222"/>
        </w:tabs>
        <w:rPr>
          <w:rFonts w:ascii="Calibri" w:hAnsi="Calibri"/>
          <w:sz w:val="2"/>
          <w:szCs w:val="2"/>
        </w:rPr>
      </w:pPr>
    </w:p>
    <w:sectPr w:rsidR="00561AC4" w:rsidRPr="00E96F64" w:rsidSect="00AF037A">
      <w:headerReference w:type="default" r:id="rId8"/>
      <w:footerReference w:type="default" r:id="rId9"/>
      <w:pgSz w:w="11907" w:h="16840" w:code="9"/>
      <w:pgMar w:top="426" w:right="992" w:bottom="1077" w:left="1134" w:header="720" w:footer="72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E66E4" w14:textId="77777777" w:rsidR="00F67CC8" w:rsidRDefault="00F67CC8">
      <w:r>
        <w:separator/>
      </w:r>
    </w:p>
  </w:endnote>
  <w:endnote w:type="continuationSeparator" w:id="0">
    <w:p w14:paraId="66177438" w14:textId="77777777" w:rsidR="00F67CC8" w:rsidRDefault="00F6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0538471"/>
      <w:docPartObj>
        <w:docPartGallery w:val="Page Numbers (Bottom of Page)"/>
        <w:docPartUnique/>
      </w:docPartObj>
    </w:sdtPr>
    <w:sdtContent>
      <w:sdt>
        <w:sdtPr>
          <w:id w:val="279773846"/>
          <w:docPartObj>
            <w:docPartGallery w:val="Page Numbers (Top of Page)"/>
            <w:docPartUnique/>
          </w:docPartObj>
        </w:sdtPr>
        <w:sdtContent>
          <w:p w14:paraId="1115A76B" w14:textId="77777777" w:rsidR="00F474E1" w:rsidRDefault="00F474E1">
            <w:pPr>
              <w:pStyle w:val="Pieddepage"/>
              <w:jc w:val="right"/>
            </w:pPr>
            <w:r w:rsidRPr="000F1488">
              <w:rPr>
                <w:sz w:val="20"/>
                <w:szCs w:val="20"/>
              </w:rPr>
              <w:t xml:space="preserve">Page </w:t>
            </w:r>
            <w:r w:rsidRPr="000F1488">
              <w:rPr>
                <w:b/>
                <w:bCs/>
                <w:sz w:val="20"/>
                <w:szCs w:val="20"/>
              </w:rPr>
              <w:fldChar w:fldCharType="begin"/>
            </w:r>
            <w:r w:rsidRPr="000F1488">
              <w:rPr>
                <w:b/>
                <w:bCs/>
                <w:sz w:val="20"/>
                <w:szCs w:val="20"/>
              </w:rPr>
              <w:instrText>PAGE</w:instrText>
            </w:r>
            <w:r w:rsidRPr="000F1488">
              <w:rPr>
                <w:b/>
                <w:bCs/>
                <w:sz w:val="20"/>
                <w:szCs w:val="20"/>
              </w:rPr>
              <w:fldChar w:fldCharType="separate"/>
            </w:r>
            <w:r w:rsidR="007F34C6">
              <w:rPr>
                <w:b/>
                <w:bCs/>
                <w:noProof/>
                <w:sz w:val="20"/>
                <w:szCs w:val="20"/>
              </w:rPr>
              <w:t>1</w:t>
            </w:r>
            <w:r w:rsidRPr="000F1488">
              <w:rPr>
                <w:b/>
                <w:bCs/>
                <w:sz w:val="20"/>
                <w:szCs w:val="20"/>
              </w:rPr>
              <w:fldChar w:fldCharType="end"/>
            </w:r>
            <w:r w:rsidRPr="000F1488">
              <w:rPr>
                <w:sz w:val="20"/>
                <w:szCs w:val="20"/>
              </w:rPr>
              <w:t xml:space="preserve"> sur </w:t>
            </w:r>
            <w:r w:rsidRPr="000F1488">
              <w:rPr>
                <w:b/>
                <w:bCs/>
                <w:sz w:val="20"/>
                <w:szCs w:val="20"/>
              </w:rPr>
              <w:fldChar w:fldCharType="begin"/>
            </w:r>
            <w:r w:rsidRPr="000F1488">
              <w:rPr>
                <w:b/>
                <w:bCs/>
                <w:sz w:val="20"/>
                <w:szCs w:val="20"/>
              </w:rPr>
              <w:instrText>NUMPAGES</w:instrText>
            </w:r>
            <w:r w:rsidRPr="000F1488">
              <w:rPr>
                <w:b/>
                <w:bCs/>
                <w:sz w:val="20"/>
                <w:szCs w:val="20"/>
              </w:rPr>
              <w:fldChar w:fldCharType="separate"/>
            </w:r>
            <w:r w:rsidR="007F34C6">
              <w:rPr>
                <w:b/>
                <w:bCs/>
                <w:noProof/>
                <w:sz w:val="20"/>
                <w:szCs w:val="20"/>
              </w:rPr>
              <w:t>4</w:t>
            </w:r>
            <w:r w:rsidRPr="000F148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C46A93" w14:textId="12DFCAC0" w:rsidR="00F474E1" w:rsidRPr="00F474E1" w:rsidRDefault="00780CA1" w:rsidP="00A33E3D">
    <w:pPr>
      <w:pStyle w:val="Pieddepage"/>
      <w:jc w:val="right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>MARCHE OFII n°</w:t>
    </w:r>
    <w:r w:rsidRPr="00780CA1">
      <w:rPr>
        <w:rFonts w:ascii="Arial" w:hAnsi="Arial" w:cs="Arial"/>
        <w:sz w:val="16"/>
        <w:szCs w:val="18"/>
        <w:highlight w:val="yellow"/>
      </w:rPr>
      <w:t>….</w:t>
    </w:r>
    <w:r w:rsidR="00633E69">
      <w:rPr>
        <w:rFonts w:ascii="Arial" w:hAnsi="Arial" w:cs="Arial"/>
        <w:sz w:val="16"/>
        <w:szCs w:val="18"/>
      </w:rPr>
      <w:tab/>
      <w:t xml:space="preserve">                                  </w:t>
    </w:r>
    <w:r w:rsidR="00BD45DB">
      <w:rPr>
        <w:rFonts w:ascii="Arial" w:hAnsi="Arial" w:cs="Arial"/>
        <w:sz w:val="16"/>
        <w:szCs w:val="18"/>
      </w:rPr>
      <w:tab/>
    </w:r>
    <w:r w:rsidR="00A33E3D">
      <w:rPr>
        <w:rFonts w:ascii="Arial" w:hAnsi="Arial" w:cs="Arial"/>
        <w:sz w:val="16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F6C11" w14:textId="77777777" w:rsidR="00F67CC8" w:rsidRDefault="00F67CC8">
      <w:r>
        <w:separator/>
      </w:r>
    </w:p>
  </w:footnote>
  <w:footnote w:type="continuationSeparator" w:id="0">
    <w:p w14:paraId="4EE28459" w14:textId="77777777" w:rsidR="00F67CC8" w:rsidRDefault="00F67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31C54" w14:textId="48336986" w:rsidR="007F34C6" w:rsidRPr="00FB4627" w:rsidRDefault="007F34C6" w:rsidP="007F34C6">
    <w:pPr>
      <w:spacing w:line="276" w:lineRule="auto"/>
      <w:ind w:firstLine="709"/>
      <w:rPr>
        <w:rFonts w:ascii="Arial" w:hAnsi="Arial" w:cs="Arial"/>
        <w:noProof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2F92AD84" wp14:editId="2917631E">
          <wp:simplePos x="0" y="0"/>
          <wp:positionH relativeFrom="margin">
            <wp:posOffset>21590</wp:posOffset>
          </wp:positionH>
          <wp:positionV relativeFrom="paragraph">
            <wp:posOffset>59690</wp:posOffset>
          </wp:positionV>
          <wp:extent cx="972185" cy="1013460"/>
          <wp:effectExtent l="0" t="0" r="0" b="0"/>
          <wp:wrapSquare wrapText="bothSides"/>
          <wp:docPr id="6" name="Image 6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image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185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4627">
      <w:rPr>
        <w:rFonts w:ascii="Arial" w:hAnsi="Arial" w:cs="Arial"/>
        <w:noProof/>
      </w:rPr>
      <w:t xml:space="preserve">           </w:t>
    </w:r>
    <w:r w:rsidRPr="00DE4A01">
      <w:rPr>
        <w:rFonts w:ascii="Arial" w:hAnsi="Arial" w:cs="Arial"/>
        <w:noProof/>
      </w:rPr>
      <w:drawing>
        <wp:inline distT="0" distB="0" distL="0" distR="0" wp14:anchorId="46607C59" wp14:editId="7E8F4589">
          <wp:extent cx="990600" cy="895350"/>
          <wp:effectExtent l="0" t="0" r="0" b="0"/>
          <wp:docPr id="4" name="Image 4" descr="Republique_Francaise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Republique_Francaise_RV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4627">
      <w:rPr>
        <w:rFonts w:ascii="Arial" w:hAnsi="Arial" w:cs="Arial"/>
        <w:noProof/>
      </w:rPr>
      <w:t xml:space="preserve"> </w:t>
    </w:r>
    <w:r>
      <w:rPr>
        <w:noProof/>
      </w:rPr>
      <w:drawing>
        <wp:anchor distT="0" distB="0" distL="114300" distR="114300" simplePos="0" relativeHeight="251663360" behindDoc="0" locked="0" layoutInCell="1" allowOverlap="1" wp14:anchorId="0142384A" wp14:editId="64761FCF">
          <wp:simplePos x="0" y="0"/>
          <wp:positionH relativeFrom="margin">
            <wp:posOffset>21590</wp:posOffset>
          </wp:positionH>
          <wp:positionV relativeFrom="paragraph">
            <wp:posOffset>59690</wp:posOffset>
          </wp:positionV>
          <wp:extent cx="972185" cy="1013460"/>
          <wp:effectExtent l="0" t="0" r="0" b="0"/>
          <wp:wrapSquare wrapText="bothSides"/>
          <wp:docPr id="5" name="Image 5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image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185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4119">
      <w:rPr>
        <w:rFonts w:ascii="Arial" w:hAnsi="Arial" w:cs="Arial"/>
        <w:noProof/>
      </w:rPr>
      <w:t xml:space="preserve">            </w:t>
    </w:r>
    <w:r>
      <w:rPr>
        <w:rFonts w:ascii="Arial" w:hAnsi="Arial" w:cs="Arial"/>
        <w:noProof/>
      </w:rPr>
      <w:tab/>
    </w:r>
    <w:r w:rsidRPr="00E94119">
      <w:rPr>
        <w:rFonts w:ascii="Arial" w:hAnsi="Arial" w:cs="Arial"/>
        <w:noProof/>
      </w:rPr>
      <w:t xml:space="preserve">      </w:t>
    </w:r>
    <w:r>
      <w:rPr>
        <w:rFonts w:ascii="Arial" w:hAnsi="Arial" w:cs="Arial"/>
        <w:noProof/>
      </w:rPr>
      <w:tab/>
    </w:r>
    <w:r w:rsidRPr="00E94119">
      <w:rPr>
        <w:rFonts w:ascii="Arial" w:hAnsi="Arial" w:cs="Arial"/>
        <w:noProof/>
      </w:rPr>
      <w:tab/>
      <w:t xml:space="preserve"> </w:t>
    </w:r>
    <w:r w:rsidRPr="00DE4A01">
      <w:rPr>
        <w:rFonts w:ascii="Arial" w:hAnsi="Arial" w:cs="Arial"/>
        <w:noProof/>
      </w:rPr>
      <w:drawing>
        <wp:inline distT="0" distB="0" distL="0" distR="0" wp14:anchorId="77640820" wp14:editId="5398BAA5">
          <wp:extent cx="1000125" cy="1066800"/>
          <wp:effectExtent l="0" t="0" r="952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94119">
      <w:rPr>
        <w:rFonts w:ascii="Arial" w:hAnsi="Arial" w:cs="Arial"/>
        <w:noProof/>
      </w:rPr>
      <w:t xml:space="preserve">       </w:t>
    </w:r>
    <w:r>
      <w:rPr>
        <w:rFonts w:ascii="Arial" w:hAnsi="Arial" w:cs="Arial"/>
        <w:noProof/>
      </w:rPr>
      <w:tab/>
    </w:r>
    <w:r>
      <w:rPr>
        <w:rFonts w:ascii="Arial" w:hAnsi="Arial" w:cs="Arial"/>
        <w:noProof/>
      </w:rPr>
      <w:tab/>
    </w:r>
    <w:r>
      <w:rPr>
        <w:rFonts w:ascii="Arial" w:hAnsi="Arial" w:cs="Arial"/>
        <w:noProof/>
      </w:rPr>
      <w:tab/>
    </w:r>
  </w:p>
  <w:p w14:paraId="0F801DBD" w14:textId="5792F765" w:rsidR="00944A3A" w:rsidRPr="007F34C6" w:rsidRDefault="00944A3A" w:rsidP="007F34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7212"/>
    <w:multiLevelType w:val="multilevel"/>
    <w:tmpl w:val="9EA6F48C"/>
    <w:lvl w:ilvl="0">
      <w:start w:val="1"/>
      <w:numFmt w:val="decimal"/>
      <w:pStyle w:val="TitreRC3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suff w:val="space"/>
      <w:lvlText w:val="%2.1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538734E"/>
    <w:multiLevelType w:val="hybridMultilevel"/>
    <w:tmpl w:val="6B2E24B0"/>
    <w:lvl w:ilvl="0" w:tplc="032E673A">
      <w:start w:val="1"/>
      <w:numFmt w:val="bullet"/>
      <w:pStyle w:val="puce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AC0D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D4FC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541E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720F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D657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527B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7E77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0E2F1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A17A7"/>
    <w:multiLevelType w:val="hybridMultilevel"/>
    <w:tmpl w:val="3B1641DE"/>
    <w:lvl w:ilvl="0" w:tplc="CF98A216">
      <w:start w:val="1"/>
      <w:numFmt w:val="bullet"/>
      <w:pStyle w:val="tildfacture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auto"/>
      </w:rPr>
    </w:lvl>
    <w:lvl w:ilvl="1" w:tplc="94AAC23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47B0B594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0DCE2C2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BD45CE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13CA6EF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73AD84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75E2E736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8CCE600C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6E0011"/>
    <w:multiLevelType w:val="hybridMultilevel"/>
    <w:tmpl w:val="75E8AD1A"/>
    <w:lvl w:ilvl="0" w:tplc="93FEE20A">
      <w:start w:val="1"/>
      <w:numFmt w:val="decimal"/>
      <w:lvlText w:val="%1."/>
      <w:lvlJc w:val="left"/>
      <w:pPr>
        <w:ind w:left="717" w:hanging="705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6" w:hanging="180"/>
      </w:pPr>
      <w:rPr>
        <w:rFonts w:cs="Times New Roman"/>
      </w:rPr>
    </w:lvl>
  </w:abstractNum>
  <w:abstractNum w:abstractNumId="4" w15:restartNumberingAfterBreak="0">
    <w:nsid w:val="1E6A7A4C"/>
    <w:multiLevelType w:val="multilevel"/>
    <w:tmpl w:val="F7B44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FA64DA8"/>
    <w:multiLevelType w:val="multilevel"/>
    <w:tmpl w:val="E14839E0"/>
    <w:lvl w:ilvl="0">
      <w:start w:val="1"/>
      <w:numFmt w:val="decimal"/>
      <w:pStyle w:val="Documentsannexs"/>
      <w:lvlText w:val="Document n° %1 :"/>
      <w:lvlJc w:val="left"/>
      <w:pPr>
        <w:tabs>
          <w:tab w:val="num" w:pos="1800"/>
        </w:tabs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2641F47"/>
    <w:multiLevelType w:val="hybridMultilevel"/>
    <w:tmpl w:val="3B9AEF4A"/>
    <w:lvl w:ilvl="0" w:tplc="F1AC06CC">
      <w:start w:val="3"/>
      <w:numFmt w:val="decimal"/>
      <w:lvlText w:val="%1"/>
      <w:lvlJc w:val="left"/>
      <w:pPr>
        <w:ind w:left="3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92" w:hanging="360"/>
      </w:pPr>
    </w:lvl>
    <w:lvl w:ilvl="2" w:tplc="040C001B" w:tentative="1">
      <w:start w:val="1"/>
      <w:numFmt w:val="lowerRoman"/>
      <w:lvlText w:val="%3."/>
      <w:lvlJc w:val="right"/>
      <w:pPr>
        <w:ind w:left="1812" w:hanging="180"/>
      </w:pPr>
    </w:lvl>
    <w:lvl w:ilvl="3" w:tplc="040C000F" w:tentative="1">
      <w:start w:val="1"/>
      <w:numFmt w:val="decimal"/>
      <w:lvlText w:val="%4."/>
      <w:lvlJc w:val="left"/>
      <w:pPr>
        <w:ind w:left="2532" w:hanging="360"/>
      </w:pPr>
    </w:lvl>
    <w:lvl w:ilvl="4" w:tplc="040C0019" w:tentative="1">
      <w:start w:val="1"/>
      <w:numFmt w:val="lowerLetter"/>
      <w:lvlText w:val="%5."/>
      <w:lvlJc w:val="left"/>
      <w:pPr>
        <w:ind w:left="3252" w:hanging="360"/>
      </w:pPr>
    </w:lvl>
    <w:lvl w:ilvl="5" w:tplc="040C001B" w:tentative="1">
      <w:start w:val="1"/>
      <w:numFmt w:val="lowerRoman"/>
      <w:lvlText w:val="%6."/>
      <w:lvlJc w:val="right"/>
      <w:pPr>
        <w:ind w:left="3972" w:hanging="180"/>
      </w:pPr>
    </w:lvl>
    <w:lvl w:ilvl="6" w:tplc="040C000F" w:tentative="1">
      <w:start w:val="1"/>
      <w:numFmt w:val="decimal"/>
      <w:lvlText w:val="%7."/>
      <w:lvlJc w:val="left"/>
      <w:pPr>
        <w:ind w:left="4692" w:hanging="360"/>
      </w:pPr>
    </w:lvl>
    <w:lvl w:ilvl="7" w:tplc="040C0019" w:tentative="1">
      <w:start w:val="1"/>
      <w:numFmt w:val="lowerLetter"/>
      <w:lvlText w:val="%8."/>
      <w:lvlJc w:val="left"/>
      <w:pPr>
        <w:ind w:left="5412" w:hanging="360"/>
      </w:pPr>
    </w:lvl>
    <w:lvl w:ilvl="8" w:tplc="040C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" w15:restartNumberingAfterBreak="0">
    <w:nsid w:val="23D02B96"/>
    <w:multiLevelType w:val="hybridMultilevel"/>
    <w:tmpl w:val="8F52E270"/>
    <w:lvl w:ilvl="0" w:tplc="042EBC3A">
      <w:start w:val="3"/>
      <w:numFmt w:val="decimal"/>
      <w:lvlText w:val="%1"/>
      <w:lvlJc w:val="left"/>
      <w:pPr>
        <w:ind w:left="702" w:hanging="6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92" w:hanging="360"/>
      </w:pPr>
    </w:lvl>
    <w:lvl w:ilvl="2" w:tplc="040C001B" w:tentative="1">
      <w:start w:val="1"/>
      <w:numFmt w:val="lowerRoman"/>
      <w:lvlText w:val="%3."/>
      <w:lvlJc w:val="right"/>
      <w:pPr>
        <w:ind w:left="1812" w:hanging="180"/>
      </w:pPr>
    </w:lvl>
    <w:lvl w:ilvl="3" w:tplc="040C000F" w:tentative="1">
      <w:start w:val="1"/>
      <w:numFmt w:val="decimal"/>
      <w:lvlText w:val="%4."/>
      <w:lvlJc w:val="left"/>
      <w:pPr>
        <w:ind w:left="2532" w:hanging="360"/>
      </w:pPr>
    </w:lvl>
    <w:lvl w:ilvl="4" w:tplc="040C0019" w:tentative="1">
      <w:start w:val="1"/>
      <w:numFmt w:val="lowerLetter"/>
      <w:lvlText w:val="%5."/>
      <w:lvlJc w:val="left"/>
      <w:pPr>
        <w:ind w:left="3252" w:hanging="360"/>
      </w:pPr>
    </w:lvl>
    <w:lvl w:ilvl="5" w:tplc="040C001B" w:tentative="1">
      <w:start w:val="1"/>
      <w:numFmt w:val="lowerRoman"/>
      <w:lvlText w:val="%6."/>
      <w:lvlJc w:val="right"/>
      <w:pPr>
        <w:ind w:left="3972" w:hanging="180"/>
      </w:pPr>
    </w:lvl>
    <w:lvl w:ilvl="6" w:tplc="040C000F" w:tentative="1">
      <w:start w:val="1"/>
      <w:numFmt w:val="decimal"/>
      <w:lvlText w:val="%7."/>
      <w:lvlJc w:val="left"/>
      <w:pPr>
        <w:ind w:left="4692" w:hanging="360"/>
      </w:pPr>
    </w:lvl>
    <w:lvl w:ilvl="7" w:tplc="040C0019" w:tentative="1">
      <w:start w:val="1"/>
      <w:numFmt w:val="lowerLetter"/>
      <w:lvlText w:val="%8."/>
      <w:lvlJc w:val="left"/>
      <w:pPr>
        <w:ind w:left="5412" w:hanging="360"/>
      </w:pPr>
    </w:lvl>
    <w:lvl w:ilvl="8" w:tplc="040C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8" w15:restartNumberingAfterBreak="0">
    <w:nsid w:val="251F4870"/>
    <w:multiLevelType w:val="multilevel"/>
    <w:tmpl w:val="0CEE6B44"/>
    <w:lvl w:ilvl="0">
      <w:start w:val="1"/>
      <w:numFmt w:val="decimal"/>
      <w:suff w:val="space"/>
      <w:lvlText w:val="Article %1"/>
      <w:lvlJc w:val="left"/>
      <w:rPr>
        <w:rFonts w:cs="Times New Roman" w:hint="default"/>
      </w:rPr>
    </w:lvl>
    <w:lvl w:ilvl="1">
      <w:start w:val="1"/>
      <w:numFmt w:val="decimalZero"/>
      <w:pStyle w:val="Titre2"/>
      <w:isLgl/>
      <w:lvlText w:val="Section %1.%2"/>
      <w:lvlJc w:val="left"/>
      <w:pPr>
        <w:tabs>
          <w:tab w:val="num" w:pos="1080"/>
        </w:tabs>
      </w:pPr>
      <w:rPr>
        <w:rFonts w:cs="Times New Roman" w:hint="default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 w15:restartNumberingAfterBreak="0">
    <w:nsid w:val="2C836BB2"/>
    <w:multiLevelType w:val="hybridMultilevel"/>
    <w:tmpl w:val="A352ECB6"/>
    <w:lvl w:ilvl="0" w:tplc="B6AC56EC">
      <w:start w:val="1"/>
      <w:numFmt w:val="bullet"/>
      <w:pStyle w:val="Puce3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EEF7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D72FA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B669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0431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01A97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E0A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D4D7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7C31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82063"/>
    <w:multiLevelType w:val="hybridMultilevel"/>
    <w:tmpl w:val="97F4E114"/>
    <w:lvl w:ilvl="0" w:tplc="96ACBD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B70089"/>
    <w:multiLevelType w:val="hybridMultilevel"/>
    <w:tmpl w:val="695C5254"/>
    <w:lvl w:ilvl="0" w:tplc="296EB84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0F47C6"/>
    <w:multiLevelType w:val="hybridMultilevel"/>
    <w:tmpl w:val="2A1CE830"/>
    <w:lvl w:ilvl="0" w:tplc="C67AC5EA">
      <w:start w:val="1"/>
      <w:numFmt w:val="decimal"/>
      <w:pStyle w:val="numrolot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7744D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962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0EAD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F2F1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D8EA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360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0C54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52C0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7D1121F"/>
    <w:multiLevelType w:val="hybridMultilevel"/>
    <w:tmpl w:val="EF24F52A"/>
    <w:lvl w:ilvl="0" w:tplc="EB18BC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51488"/>
    <w:multiLevelType w:val="hybridMultilevel"/>
    <w:tmpl w:val="D73835AE"/>
    <w:lvl w:ilvl="0" w:tplc="BE902C6C">
      <w:start w:val="1"/>
      <w:numFmt w:val="decimal"/>
      <w:pStyle w:val="numro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D1880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CEBD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2679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4055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98206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AA3E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108F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08A6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05446"/>
    <w:multiLevelType w:val="hybridMultilevel"/>
    <w:tmpl w:val="0CC411A0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1795A7C"/>
    <w:multiLevelType w:val="hybridMultilevel"/>
    <w:tmpl w:val="5CEE8A3E"/>
    <w:lvl w:ilvl="0" w:tplc="1E68EB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8D404BB"/>
    <w:multiLevelType w:val="hybridMultilevel"/>
    <w:tmpl w:val="33267EA0"/>
    <w:lvl w:ilvl="0" w:tplc="4D10BB5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52E6F"/>
    <w:multiLevelType w:val="hybridMultilevel"/>
    <w:tmpl w:val="B032DA0A"/>
    <w:lvl w:ilvl="0" w:tplc="2A02081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D84C7F"/>
    <w:multiLevelType w:val="hybridMultilevel"/>
    <w:tmpl w:val="DA62925C"/>
    <w:lvl w:ilvl="0" w:tplc="91DE85C2">
      <w:start w:val="1"/>
      <w:numFmt w:val="bullet"/>
      <w:pStyle w:val="Pucegras2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E3BC4FC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8F760E3C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857C5FF6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B6C41C8E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BB5EACE0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9A1CC6AC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5318187C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B85C3B3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E135B9"/>
    <w:multiLevelType w:val="hybridMultilevel"/>
    <w:tmpl w:val="D0280FE6"/>
    <w:lvl w:ilvl="0" w:tplc="EC68D1D0">
      <w:start w:val="7"/>
      <w:numFmt w:val="decimal"/>
      <w:lvlText w:val="%1"/>
      <w:lvlJc w:val="left"/>
      <w:pPr>
        <w:ind w:left="1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2" w:hanging="360"/>
      </w:pPr>
    </w:lvl>
    <w:lvl w:ilvl="2" w:tplc="040C001B" w:tentative="1">
      <w:start w:val="1"/>
      <w:numFmt w:val="lowerRoman"/>
      <w:lvlText w:val="%3."/>
      <w:lvlJc w:val="right"/>
      <w:pPr>
        <w:ind w:left="2502" w:hanging="180"/>
      </w:pPr>
    </w:lvl>
    <w:lvl w:ilvl="3" w:tplc="040C000F" w:tentative="1">
      <w:start w:val="1"/>
      <w:numFmt w:val="decimal"/>
      <w:lvlText w:val="%4."/>
      <w:lvlJc w:val="left"/>
      <w:pPr>
        <w:ind w:left="3222" w:hanging="360"/>
      </w:pPr>
    </w:lvl>
    <w:lvl w:ilvl="4" w:tplc="040C0019" w:tentative="1">
      <w:start w:val="1"/>
      <w:numFmt w:val="lowerLetter"/>
      <w:lvlText w:val="%5."/>
      <w:lvlJc w:val="left"/>
      <w:pPr>
        <w:ind w:left="3942" w:hanging="360"/>
      </w:pPr>
    </w:lvl>
    <w:lvl w:ilvl="5" w:tplc="040C001B" w:tentative="1">
      <w:start w:val="1"/>
      <w:numFmt w:val="lowerRoman"/>
      <w:lvlText w:val="%6."/>
      <w:lvlJc w:val="right"/>
      <w:pPr>
        <w:ind w:left="4662" w:hanging="180"/>
      </w:pPr>
    </w:lvl>
    <w:lvl w:ilvl="6" w:tplc="040C000F" w:tentative="1">
      <w:start w:val="1"/>
      <w:numFmt w:val="decimal"/>
      <w:lvlText w:val="%7."/>
      <w:lvlJc w:val="left"/>
      <w:pPr>
        <w:ind w:left="5382" w:hanging="360"/>
      </w:pPr>
    </w:lvl>
    <w:lvl w:ilvl="7" w:tplc="040C0019" w:tentative="1">
      <w:start w:val="1"/>
      <w:numFmt w:val="lowerLetter"/>
      <w:lvlText w:val="%8."/>
      <w:lvlJc w:val="left"/>
      <w:pPr>
        <w:ind w:left="6102" w:hanging="360"/>
      </w:pPr>
    </w:lvl>
    <w:lvl w:ilvl="8" w:tplc="040C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2" w15:restartNumberingAfterBreak="0">
    <w:nsid w:val="792D7DCD"/>
    <w:multiLevelType w:val="multilevel"/>
    <w:tmpl w:val="D1B4A5E0"/>
    <w:lvl w:ilvl="0">
      <w:start w:val="1"/>
      <w:numFmt w:val="decimal"/>
      <w:pStyle w:val="Annexe"/>
      <w:lvlText w:val="Annexe n° %1 :"/>
      <w:lvlJc w:val="left"/>
      <w:pPr>
        <w:tabs>
          <w:tab w:val="num" w:pos="1440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469013757">
    <w:abstractNumId w:val="14"/>
  </w:num>
  <w:num w:numId="2" w16cid:durableId="1774082325">
    <w:abstractNumId w:val="9"/>
  </w:num>
  <w:num w:numId="3" w16cid:durableId="600646003">
    <w:abstractNumId w:val="2"/>
  </w:num>
  <w:num w:numId="4" w16cid:durableId="1015809548">
    <w:abstractNumId w:val="19"/>
  </w:num>
  <w:num w:numId="5" w16cid:durableId="1022784955">
    <w:abstractNumId w:val="1"/>
  </w:num>
  <w:num w:numId="6" w16cid:durableId="1271620681">
    <w:abstractNumId w:val="0"/>
  </w:num>
  <w:num w:numId="7" w16cid:durableId="1250045979">
    <w:abstractNumId w:val="22"/>
  </w:num>
  <w:num w:numId="8" w16cid:durableId="1403135566">
    <w:abstractNumId w:val="5"/>
  </w:num>
  <w:num w:numId="9" w16cid:durableId="2047438610">
    <w:abstractNumId w:val="12"/>
  </w:num>
  <w:num w:numId="10" w16cid:durableId="2026788049">
    <w:abstractNumId w:val="8"/>
  </w:num>
  <w:num w:numId="11" w16cid:durableId="1447458473">
    <w:abstractNumId w:val="3"/>
  </w:num>
  <w:num w:numId="12" w16cid:durableId="714309586">
    <w:abstractNumId w:val="11"/>
  </w:num>
  <w:num w:numId="13" w16cid:durableId="1352492187">
    <w:abstractNumId w:val="6"/>
  </w:num>
  <w:num w:numId="14" w16cid:durableId="1870872654">
    <w:abstractNumId w:val="7"/>
  </w:num>
  <w:num w:numId="15" w16cid:durableId="1772890392">
    <w:abstractNumId w:val="21"/>
  </w:num>
  <w:num w:numId="16" w16cid:durableId="1463230568">
    <w:abstractNumId w:val="4"/>
  </w:num>
  <w:num w:numId="17" w16cid:durableId="232933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7120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90919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070122">
    <w:abstractNumId w:val="20"/>
  </w:num>
  <w:num w:numId="21" w16cid:durableId="439616638">
    <w:abstractNumId w:val="15"/>
  </w:num>
  <w:num w:numId="22" w16cid:durableId="1425878437">
    <w:abstractNumId w:val="17"/>
  </w:num>
  <w:num w:numId="23" w16cid:durableId="624431217">
    <w:abstractNumId w:val="16"/>
  </w:num>
  <w:num w:numId="24" w16cid:durableId="1140340597">
    <w:abstractNumId w:val="10"/>
  </w:num>
  <w:num w:numId="25" w16cid:durableId="1945964081">
    <w:abstractNumId w:val="13"/>
  </w:num>
  <w:num w:numId="26" w16cid:durableId="691540343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9D2"/>
    <w:rsid w:val="00001ED7"/>
    <w:rsid w:val="00011FE2"/>
    <w:rsid w:val="00012C04"/>
    <w:rsid w:val="00015A9B"/>
    <w:rsid w:val="0002799E"/>
    <w:rsid w:val="00045E28"/>
    <w:rsid w:val="000465C0"/>
    <w:rsid w:val="000474A8"/>
    <w:rsid w:val="00057AD8"/>
    <w:rsid w:val="000645A4"/>
    <w:rsid w:val="00067F66"/>
    <w:rsid w:val="00076C35"/>
    <w:rsid w:val="00090C49"/>
    <w:rsid w:val="00092440"/>
    <w:rsid w:val="00092956"/>
    <w:rsid w:val="00092F1E"/>
    <w:rsid w:val="000A14C3"/>
    <w:rsid w:val="000A3502"/>
    <w:rsid w:val="000A6F99"/>
    <w:rsid w:val="000C0226"/>
    <w:rsid w:val="000F1488"/>
    <w:rsid w:val="00100386"/>
    <w:rsid w:val="001114CB"/>
    <w:rsid w:val="00113CA4"/>
    <w:rsid w:val="0011573D"/>
    <w:rsid w:val="00116D74"/>
    <w:rsid w:val="00123EE4"/>
    <w:rsid w:val="001256C0"/>
    <w:rsid w:val="00125DD6"/>
    <w:rsid w:val="00127622"/>
    <w:rsid w:val="00130193"/>
    <w:rsid w:val="0013386A"/>
    <w:rsid w:val="00133DAD"/>
    <w:rsid w:val="001438E8"/>
    <w:rsid w:val="00145AF7"/>
    <w:rsid w:val="00145D1C"/>
    <w:rsid w:val="00146787"/>
    <w:rsid w:val="00150CEC"/>
    <w:rsid w:val="00152BEE"/>
    <w:rsid w:val="0018081A"/>
    <w:rsid w:val="001832CD"/>
    <w:rsid w:val="00195951"/>
    <w:rsid w:val="00196FC6"/>
    <w:rsid w:val="001A43BA"/>
    <w:rsid w:val="001A5E79"/>
    <w:rsid w:val="001A6354"/>
    <w:rsid w:val="001A72DE"/>
    <w:rsid w:val="001A73B0"/>
    <w:rsid w:val="001B18E0"/>
    <w:rsid w:val="001B1C53"/>
    <w:rsid w:val="001B26D5"/>
    <w:rsid w:val="001B2E6D"/>
    <w:rsid w:val="001B3907"/>
    <w:rsid w:val="001B3D62"/>
    <w:rsid w:val="001B46D5"/>
    <w:rsid w:val="001B671E"/>
    <w:rsid w:val="001C2CD7"/>
    <w:rsid w:val="001C2E3C"/>
    <w:rsid w:val="001D3CE7"/>
    <w:rsid w:val="001D5740"/>
    <w:rsid w:val="001D57D6"/>
    <w:rsid w:val="001E21FE"/>
    <w:rsid w:val="001E2DDB"/>
    <w:rsid w:val="00201211"/>
    <w:rsid w:val="0021238E"/>
    <w:rsid w:val="002164A5"/>
    <w:rsid w:val="00220B6F"/>
    <w:rsid w:val="00223691"/>
    <w:rsid w:val="00234E75"/>
    <w:rsid w:val="00243AB7"/>
    <w:rsid w:val="00252FB1"/>
    <w:rsid w:val="00261D0B"/>
    <w:rsid w:val="002772B6"/>
    <w:rsid w:val="002863EB"/>
    <w:rsid w:val="00290025"/>
    <w:rsid w:val="002A73DB"/>
    <w:rsid w:val="002B0981"/>
    <w:rsid w:val="002B4E93"/>
    <w:rsid w:val="002D1023"/>
    <w:rsid w:val="002D1DD8"/>
    <w:rsid w:val="002F3933"/>
    <w:rsid w:val="002F4663"/>
    <w:rsid w:val="002F6239"/>
    <w:rsid w:val="003011F5"/>
    <w:rsid w:val="003016B7"/>
    <w:rsid w:val="003026BC"/>
    <w:rsid w:val="003039CB"/>
    <w:rsid w:val="0031128E"/>
    <w:rsid w:val="0032186C"/>
    <w:rsid w:val="0032293D"/>
    <w:rsid w:val="00325FC3"/>
    <w:rsid w:val="003312EC"/>
    <w:rsid w:val="00331F78"/>
    <w:rsid w:val="00335636"/>
    <w:rsid w:val="0034238B"/>
    <w:rsid w:val="003430B2"/>
    <w:rsid w:val="003451EE"/>
    <w:rsid w:val="00346988"/>
    <w:rsid w:val="00354E22"/>
    <w:rsid w:val="00362F90"/>
    <w:rsid w:val="00370519"/>
    <w:rsid w:val="00375948"/>
    <w:rsid w:val="00390C6A"/>
    <w:rsid w:val="003A3E5E"/>
    <w:rsid w:val="003D0A70"/>
    <w:rsid w:val="003D1DE5"/>
    <w:rsid w:val="003E1484"/>
    <w:rsid w:val="003E4FF2"/>
    <w:rsid w:val="003F7841"/>
    <w:rsid w:val="00414EC2"/>
    <w:rsid w:val="00415A19"/>
    <w:rsid w:val="0043389A"/>
    <w:rsid w:val="00434DF3"/>
    <w:rsid w:val="0044460C"/>
    <w:rsid w:val="004516CA"/>
    <w:rsid w:val="0045310C"/>
    <w:rsid w:val="00456584"/>
    <w:rsid w:val="00457F33"/>
    <w:rsid w:val="00480663"/>
    <w:rsid w:val="004862D8"/>
    <w:rsid w:val="004930B1"/>
    <w:rsid w:val="00495E84"/>
    <w:rsid w:val="004A0428"/>
    <w:rsid w:val="004B2D31"/>
    <w:rsid w:val="004B5B77"/>
    <w:rsid w:val="004B5D52"/>
    <w:rsid w:val="004D2BB3"/>
    <w:rsid w:val="004D4E06"/>
    <w:rsid w:val="00502A17"/>
    <w:rsid w:val="00502AAF"/>
    <w:rsid w:val="00511558"/>
    <w:rsid w:val="005308F4"/>
    <w:rsid w:val="00532D27"/>
    <w:rsid w:val="00533AA6"/>
    <w:rsid w:val="00533F48"/>
    <w:rsid w:val="0053745F"/>
    <w:rsid w:val="00557308"/>
    <w:rsid w:val="00561AC4"/>
    <w:rsid w:val="005728BC"/>
    <w:rsid w:val="005747D3"/>
    <w:rsid w:val="0057515D"/>
    <w:rsid w:val="0058465B"/>
    <w:rsid w:val="0059788B"/>
    <w:rsid w:val="005A4616"/>
    <w:rsid w:val="005A6255"/>
    <w:rsid w:val="005B0CE8"/>
    <w:rsid w:val="005B1639"/>
    <w:rsid w:val="005B2B5B"/>
    <w:rsid w:val="005B2DDE"/>
    <w:rsid w:val="005C18AA"/>
    <w:rsid w:val="005C3A82"/>
    <w:rsid w:val="005C5EF0"/>
    <w:rsid w:val="005C7F91"/>
    <w:rsid w:val="005E3951"/>
    <w:rsid w:val="006067C7"/>
    <w:rsid w:val="00610CC3"/>
    <w:rsid w:val="00625BB0"/>
    <w:rsid w:val="00633E69"/>
    <w:rsid w:val="00640CF2"/>
    <w:rsid w:val="00647C92"/>
    <w:rsid w:val="00671DFF"/>
    <w:rsid w:val="00681198"/>
    <w:rsid w:val="00684E07"/>
    <w:rsid w:val="006903CE"/>
    <w:rsid w:val="00693FF7"/>
    <w:rsid w:val="006951DE"/>
    <w:rsid w:val="006963B6"/>
    <w:rsid w:val="006968E5"/>
    <w:rsid w:val="006A404B"/>
    <w:rsid w:val="006B05AC"/>
    <w:rsid w:val="006B2FDF"/>
    <w:rsid w:val="006B6C47"/>
    <w:rsid w:val="006C0BFA"/>
    <w:rsid w:val="006D306B"/>
    <w:rsid w:val="006D3D63"/>
    <w:rsid w:val="006D61FF"/>
    <w:rsid w:val="006E39AC"/>
    <w:rsid w:val="006F0C9A"/>
    <w:rsid w:val="006F0E43"/>
    <w:rsid w:val="006F5D7C"/>
    <w:rsid w:val="00700736"/>
    <w:rsid w:val="00702742"/>
    <w:rsid w:val="00703F4C"/>
    <w:rsid w:val="00704A38"/>
    <w:rsid w:val="0070550A"/>
    <w:rsid w:val="00707049"/>
    <w:rsid w:val="007176B1"/>
    <w:rsid w:val="007207E0"/>
    <w:rsid w:val="0077401C"/>
    <w:rsid w:val="00777588"/>
    <w:rsid w:val="00780CA1"/>
    <w:rsid w:val="007861AB"/>
    <w:rsid w:val="00787B85"/>
    <w:rsid w:val="007A3CF4"/>
    <w:rsid w:val="007B6C39"/>
    <w:rsid w:val="007D1C3C"/>
    <w:rsid w:val="007E19E6"/>
    <w:rsid w:val="007E4373"/>
    <w:rsid w:val="007E48EE"/>
    <w:rsid w:val="007F34C6"/>
    <w:rsid w:val="00801A78"/>
    <w:rsid w:val="00804C5F"/>
    <w:rsid w:val="00806BFE"/>
    <w:rsid w:val="00811BC7"/>
    <w:rsid w:val="00826BC4"/>
    <w:rsid w:val="008277BC"/>
    <w:rsid w:val="008332C1"/>
    <w:rsid w:val="0083668B"/>
    <w:rsid w:val="00843083"/>
    <w:rsid w:val="00844948"/>
    <w:rsid w:val="0085357A"/>
    <w:rsid w:val="00863C0E"/>
    <w:rsid w:val="00870E3C"/>
    <w:rsid w:val="00875AF4"/>
    <w:rsid w:val="00876F00"/>
    <w:rsid w:val="00880A14"/>
    <w:rsid w:val="008827E7"/>
    <w:rsid w:val="008839D2"/>
    <w:rsid w:val="008900F2"/>
    <w:rsid w:val="00891E13"/>
    <w:rsid w:val="008A27A8"/>
    <w:rsid w:val="008A3B05"/>
    <w:rsid w:val="008A5451"/>
    <w:rsid w:val="008B0099"/>
    <w:rsid w:val="008C5167"/>
    <w:rsid w:val="008D3E34"/>
    <w:rsid w:val="008D5985"/>
    <w:rsid w:val="008D6A79"/>
    <w:rsid w:val="008F4E8B"/>
    <w:rsid w:val="008F6608"/>
    <w:rsid w:val="009000C2"/>
    <w:rsid w:val="00905183"/>
    <w:rsid w:val="00906504"/>
    <w:rsid w:val="0091039E"/>
    <w:rsid w:val="00912B8E"/>
    <w:rsid w:val="00915035"/>
    <w:rsid w:val="0091644F"/>
    <w:rsid w:val="00922B6A"/>
    <w:rsid w:val="009248AB"/>
    <w:rsid w:val="00927501"/>
    <w:rsid w:val="009436EF"/>
    <w:rsid w:val="009449BB"/>
    <w:rsid w:val="00944A3A"/>
    <w:rsid w:val="00946965"/>
    <w:rsid w:val="00952356"/>
    <w:rsid w:val="009535D4"/>
    <w:rsid w:val="00963650"/>
    <w:rsid w:val="00963DB8"/>
    <w:rsid w:val="009674C4"/>
    <w:rsid w:val="00974949"/>
    <w:rsid w:val="009749DD"/>
    <w:rsid w:val="00986C1E"/>
    <w:rsid w:val="009A2E00"/>
    <w:rsid w:val="009B7AB6"/>
    <w:rsid w:val="009C1A0A"/>
    <w:rsid w:val="009C5C75"/>
    <w:rsid w:val="009D63E9"/>
    <w:rsid w:val="009E1330"/>
    <w:rsid w:val="009F0882"/>
    <w:rsid w:val="009F6A2D"/>
    <w:rsid w:val="00A055C5"/>
    <w:rsid w:val="00A07CF5"/>
    <w:rsid w:val="00A119ED"/>
    <w:rsid w:val="00A13E99"/>
    <w:rsid w:val="00A20C89"/>
    <w:rsid w:val="00A27D17"/>
    <w:rsid w:val="00A33E3D"/>
    <w:rsid w:val="00A42074"/>
    <w:rsid w:val="00A42391"/>
    <w:rsid w:val="00A460A4"/>
    <w:rsid w:val="00A4680E"/>
    <w:rsid w:val="00A5234C"/>
    <w:rsid w:val="00A575C3"/>
    <w:rsid w:val="00A62F3D"/>
    <w:rsid w:val="00A730C7"/>
    <w:rsid w:val="00A75333"/>
    <w:rsid w:val="00A863B0"/>
    <w:rsid w:val="00A919A8"/>
    <w:rsid w:val="00A94D03"/>
    <w:rsid w:val="00AA1AD5"/>
    <w:rsid w:val="00AB49E0"/>
    <w:rsid w:val="00AB6812"/>
    <w:rsid w:val="00AD12DD"/>
    <w:rsid w:val="00AD3752"/>
    <w:rsid w:val="00AE4B97"/>
    <w:rsid w:val="00AF037A"/>
    <w:rsid w:val="00AF0658"/>
    <w:rsid w:val="00B11C08"/>
    <w:rsid w:val="00B14D4C"/>
    <w:rsid w:val="00B277CF"/>
    <w:rsid w:val="00B321E1"/>
    <w:rsid w:val="00B4416F"/>
    <w:rsid w:val="00B60DD4"/>
    <w:rsid w:val="00B623F2"/>
    <w:rsid w:val="00B73509"/>
    <w:rsid w:val="00B74ACA"/>
    <w:rsid w:val="00B85959"/>
    <w:rsid w:val="00B949C1"/>
    <w:rsid w:val="00BA2BD8"/>
    <w:rsid w:val="00BA34AA"/>
    <w:rsid w:val="00BA497B"/>
    <w:rsid w:val="00BA50F7"/>
    <w:rsid w:val="00BA6715"/>
    <w:rsid w:val="00BB33AD"/>
    <w:rsid w:val="00BB498D"/>
    <w:rsid w:val="00BB57B9"/>
    <w:rsid w:val="00BC18BC"/>
    <w:rsid w:val="00BC729A"/>
    <w:rsid w:val="00BD2443"/>
    <w:rsid w:val="00BD248D"/>
    <w:rsid w:val="00BD3C18"/>
    <w:rsid w:val="00BD45DB"/>
    <w:rsid w:val="00BE32D5"/>
    <w:rsid w:val="00BE735A"/>
    <w:rsid w:val="00BF285D"/>
    <w:rsid w:val="00BF2876"/>
    <w:rsid w:val="00C1450C"/>
    <w:rsid w:val="00C1772E"/>
    <w:rsid w:val="00C202BC"/>
    <w:rsid w:val="00C26BCB"/>
    <w:rsid w:val="00C32559"/>
    <w:rsid w:val="00C36F04"/>
    <w:rsid w:val="00C61BC4"/>
    <w:rsid w:val="00C73BC4"/>
    <w:rsid w:val="00C75BE0"/>
    <w:rsid w:val="00C777C2"/>
    <w:rsid w:val="00C80E0B"/>
    <w:rsid w:val="00C85DF1"/>
    <w:rsid w:val="00CA4E7E"/>
    <w:rsid w:val="00CA6C94"/>
    <w:rsid w:val="00CC2996"/>
    <w:rsid w:val="00CD23A7"/>
    <w:rsid w:val="00CD297E"/>
    <w:rsid w:val="00CE1BDD"/>
    <w:rsid w:val="00CE2CD2"/>
    <w:rsid w:val="00CE684B"/>
    <w:rsid w:val="00CF079A"/>
    <w:rsid w:val="00CF3882"/>
    <w:rsid w:val="00CF5B3C"/>
    <w:rsid w:val="00D02BD5"/>
    <w:rsid w:val="00D05389"/>
    <w:rsid w:val="00D11F45"/>
    <w:rsid w:val="00D252ED"/>
    <w:rsid w:val="00D32632"/>
    <w:rsid w:val="00D50909"/>
    <w:rsid w:val="00D51ABF"/>
    <w:rsid w:val="00D574D7"/>
    <w:rsid w:val="00D82CEF"/>
    <w:rsid w:val="00D84BE8"/>
    <w:rsid w:val="00D84C05"/>
    <w:rsid w:val="00D8530B"/>
    <w:rsid w:val="00DA432D"/>
    <w:rsid w:val="00DC013C"/>
    <w:rsid w:val="00DC4D19"/>
    <w:rsid w:val="00DE29E1"/>
    <w:rsid w:val="00DE38B0"/>
    <w:rsid w:val="00DE7B96"/>
    <w:rsid w:val="00DF2ACD"/>
    <w:rsid w:val="00DF6AE8"/>
    <w:rsid w:val="00E23EB8"/>
    <w:rsid w:val="00E339A4"/>
    <w:rsid w:val="00E37B64"/>
    <w:rsid w:val="00E41EBB"/>
    <w:rsid w:val="00E51235"/>
    <w:rsid w:val="00E534EB"/>
    <w:rsid w:val="00E54D52"/>
    <w:rsid w:val="00E649CD"/>
    <w:rsid w:val="00E67DA9"/>
    <w:rsid w:val="00E865C3"/>
    <w:rsid w:val="00E94CD1"/>
    <w:rsid w:val="00E9554A"/>
    <w:rsid w:val="00E96F64"/>
    <w:rsid w:val="00EA18E4"/>
    <w:rsid w:val="00EA6107"/>
    <w:rsid w:val="00EA710B"/>
    <w:rsid w:val="00EB0028"/>
    <w:rsid w:val="00EB259A"/>
    <w:rsid w:val="00EC0442"/>
    <w:rsid w:val="00EC415E"/>
    <w:rsid w:val="00EC7150"/>
    <w:rsid w:val="00ED0113"/>
    <w:rsid w:val="00ED75B2"/>
    <w:rsid w:val="00EE54E5"/>
    <w:rsid w:val="00EE5517"/>
    <w:rsid w:val="00EE78A9"/>
    <w:rsid w:val="00EF076C"/>
    <w:rsid w:val="00EF515E"/>
    <w:rsid w:val="00F0241B"/>
    <w:rsid w:val="00F05D7C"/>
    <w:rsid w:val="00F14A65"/>
    <w:rsid w:val="00F22D32"/>
    <w:rsid w:val="00F26007"/>
    <w:rsid w:val="00F279DD"/>
    <w:rsid w:val="00F30236"/>
    <w:rsid w:val="00F310EF"/>
    <w:rsid w:val="00F376F5"/>
    <w:rsid w:val="00F41BD5"/>
    <w:rsid w:val="00F42B3D"/>
    <w:rsid w:val="00F47445"/>
    <w:rsid w:val="00F474E1"/>
    <w:rsid w:val="00F528F8"/>
    <w:rsid w:val="00F55731"/>
    <w:rsid w:val="00F67CC8"/>
    <w:rsid w:val="00F72031"/>
    <w:rsid w:val="00F72BA2"/>
    <w:rsid w:val="00F735EC"/>
    <w:rsid w:val="00F90F61"/>
    <w:rsid w:val="00F9552F"/>
    <w:rsid w:val="00FB1D64"/>
    <w:rsid w:val="00FC47BD"/>
    <w:rsid w:val="00FC5679"/>
    <w:rsid w:val="00FE03C8"/>
    <w:rsid w:val="00FE13F7"/>
    <w:rsid w:val="00FE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E5AA3A"/>
  <w15:docId w15:val="{BE0ED8A2-E15D-48C7-92A9-6302E999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CEF"/>
    <w:pPr>
      <w:spacing w:before="120"/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F474E1"/>
    <w:pPr>
      <w:keepNext/>
      <w:spacing w:before="240" w:after="120"/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D82CEF"/>
    <w:pPr>
      <w:keepNext/>
      <w:numPr>
        <w:ilvl w:val="1"/>
        <w:numId w:val="10"/>
      </w:numPr>
      <w:outlineLvl w:val="1"/>
    </w:pPr>
    <w:rPr>
      <w:b/>
      <w:bCs/>
      <w:sz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D82CEF"/>
    <w:pPr>
      <w:keepNext/>
      <w:numPr>
        <w:ilvl w:val="2"/>
        <w:numId w:val="10"/>
      </w:num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uiPriority w:val="99"/>
    <w:qFormat/>
    <w:rsid w:val="00D82CEF"/>
    <w:pPr>
      <w:keepNext/>
      <w:numPr>
        <w:ilvl w:val="3"/>
        <w:numId w:val="10"/>
      </w:numP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D82CEF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D82CEF"/>
    <w:pPr>
      <w:keepNext/>
      <w:numPr>
        <w:ilvl w:val="5"/>
        <w:numId w:val="10"/>
      </w:numPr>
      <w:jc w:val="center"/>
      <w:outlineLvl w:val="5"/>
    </w:pPr>
    <w:rPr>
      <w:b/>
      <w:sz w:val="26"/>
    </w:rPr>
  </w:style>
  <w:style w:type="paragraph" w:styleId="Titre7">
    <w:name w:val="heading 7"/>
    <w:basedOn w:val="Normal"/>
    <w:next w:val="Normal"/>
    <w:link w:val="Titre7Car"/>
    <w:uiPriority w:val="99"/>
    <w:qFormat/>
    <w:rsid w:val="00D82CEF"/>
    <w:pPr>
      <w:numPr>
        <w:ilvl w:val="6"/>
        <w:numId w:val="10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9"/>
    <w:qFormat/>
    <w:rsid w:val="00D82CEF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D82CEF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F474E1"/>
    <w:rPr>
      <w:sz w:val="28"/>
      <w:szCs w:val="24"/>
    </w:rPr>
  </w:style>
  <w:style w:type="character" w:customStyle="1" w:styleId="Titre2Car">
    <w:name w:val="Titre 2 Car"/>
    <w:basedOn w:val="Policepardfaut"/>
    <w:link w:val="Titre2"/>
    <w:uiPriority w:val="99"/>
    <w:locked/>
    <w:rsid w:val="00BC729A"/>
    <w:rPr>
      <w:b/>
      <w:bCs/>
      <w:sz w:val="32"/>
      <w:szCs w:val="24"/>
    </w:rPr>
  </w:style>
  <w:style w:type="character" w:customStyle="1" w:styleId="Titre3Car">
    <w:name w:val="Titre 3 Car"/>
    <w:basedOn w:val="Policepardfaut"/>
    <w:link w:val="Titre3"/>
    <w:uiPriority w:val="99"/>
    <w:locked/>
    <w:rsid w:val="00BC729A"/>
    <w:rPr>
      <w:b/>
      <w:bCs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BC729A"/>
    <w:rPr>
      <w:b/>
      <w:bCs/>
      <w:sz w:val="28"/>
      <w:szCs w:val="24"/>
    </w:rPr>
  </w:style>
  <w:style w:type="character" w:customStyle="1" w:styleId="Titre5Car">
    <w:name w:val="Titre 5 Car"/>
    <w:basedOn w:val="Policepardfaut"/>
    <w:link w:val="Titre5"/>
    <w:uiPriority w:val="99"/>
    <w:locked/>
    <w:rsid w:val="00BC729A"/>
    <w:rPr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locked/>
    <w:rsid w:val="00BC729A"/>
    <w:rPr>
      <w:b/>
      <w:sz w:val="26"/>
      <w:szCs w:val="24"/>
    </w:rPr>
  </w:style>
  <w:style w:type="character" w:customStyle="1" w:styleId="Titre7Car">
    <w:name w:val="Titre 7 Car"/>
    <w:basedOn w:val="Policepardfaut"/>
    <w:link w:val="Titre7"/>
    <w:uiPriority w:val="99"/>
    <w:locked/>
    <w:rsid w:val="00BC729A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locked/>
    <w:rsid w:val="00BC729A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locked/>
    <w:rsid w:val="00BC729A"/>
    <w:rPr>
      <w:rFonts w:ascii="Arial" w:hAnsi="Arial" w:cs="Arial"/>
    </w:rPr>
  </w:style>
  <w:style w:type="paragraph" w:styleId="Corpsdetexte">
    <w:name w:val="Body Text"/>
    <w:aliases w:val="body text"/>
    <w:basedOn w:val="Normal"/>
    <w:link w:val="CorpsdetexteCar"/>
    <w:uiPriority w:val="99"/>
    <w:rsid w:val="00D82CEF"/>
    <w:rPr>
      <w:sz w:val="28"/>
    </w:rPr>
  </w:style>
  <w:style w:type="character" w:customStyle="1" w:styleId="CorpsdetexteCar">
    <w:name w:val="Corps de texte Car"/>
    <w:aliases w:val="body text Car"/>
    <w:basedOn w:val="Policepardfaut"/>
    <w:link w:val="Corpsdetexte"/>
    <w:uiPriority w:val="99"/>
    <w:semiHidden/>
    <w:locked/>
    <w:rsid w:val="00BC729A"/>
    <w:rPr>
      <w:rFonts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rsid w:val="00D82C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BC729A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D82C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BC729A"/>
    <w:rPr>
      <w:rFonts w:cs="Times New Roman"/>
      <w:sz w:val="24"/>
      <w:szCs w:val="24"/>
    </w:rPr>
  </w:style>
  <w:style w:type="character" w:styleId="Numrodepage">
    <w:name w:val="page number"/>
    <w:basedOn w:val="Policepardfaut"/>
    <w:uiPriority w:val="99"/>
    <w:rsid w:val="00D82CEF"/>
    <w:rPr>
      <w:rFonts w:cs="Times New Roman"/>
    </w:rPr>
  </w:style>
  <w:style w:type="character" w:styleId="Lienhypertexte">
    <w:name w:val="Hyperlink"/>
    <w:basedOn w:val="Policepardfaut"/>
    <w:uiPriority w:val="99"/>
    <w:rsid w:val="00D82CEF"/>
    <w:rPr>
      <w:rFonts w:cs="Times New Roman"/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rsid w:val="00D82CEF"/>
    <w:pPr>
      <w:ind w:left="720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BC729A"/>
    <w:rPr>
      <w:rFonts w:cs="Times New Roman"/>
      <w:sz w:val="24"/>
      <w:szCs w:val="24"/>
    </w:rPr>
  </w:style>
  <w:style w:type="paragraph" w:styleId="Corpsdetexte2">
    <w:name w:val="Body Text 2"/>
    <w:basedOn w:val="Normal"/>
    <w:link w:val="Corpsdetexte2Car"/>
    <w:rsid w:val="00D82CEF"/>
    <w:pPr>
      <w:ind w:right="252"/>
    </w:pPr>
  </w:style>
  <w:style w:type="character" w:customStyle="1" w:styleId="Corpsdetexte2Car">
    <w:name w:val="Corps de texte 2 Car"/>
    <w:basedOn w:val="Policepardfaut"/>
    <w:link w:val="Corpsdetexte2"/>
    <w:locked/>
    <w:rsid w:val="00BC729A"/>
    <w:rPr>
      <w:rFonts w:cs="Times New Roman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rsid w:val="00D82CEF"/>
    <w:pPr>
      <w:numPr>
        <w:ilvl w:val="12"/>
      </w:numPr>
      <w:ind w:left="720"/>
    </w:p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BC729A"/>
    <w:rPr>
      <w:rFonts w:cs="Times New Roman"/>
      <w:sz w:val="16"/>
      <w:szCs w:val="16"/>
    </w:rPr>
  </w:style>
  <w:style w:type="character" w:styleId="Lienhypertextesuivivisit">
    <w:name w:val="FollowedHyperlink"/>
    <w:basedOn w:val="Policepardfaut"/>
    <w:uiPriority w:val="99"/>
    <w:rsid w:val="00D82CEF"/>
    <w:rPr>
      <w:rFonts w:cs="Times New Roman"/>
      <w:color w:val="800080"/>
      <w:u w:val="single"/>
    </w:rPr>
  </w:style>
  <w:style w:type="paragraph" w:styleId="Retraitcorpsdetexte2">
    <w:name w:val="Body Text Indent 2"/>
    <w:basedOn w:val="Normal"/>
    <w:link w:val="Retraitcorpsdetexte2Car"/>
    <w:uiPriority w:val="99"/>
    <w:rsid w:val="00D82CEF"/>
    <w:pPr>
      <w:tabs>
        <w:tab w:val="left" w:pos="360"/>
        <w:tab w:val="num" w:pos="1440"/>
      </w:tabs>
      <w:ind w:left="1440" w:firstLine="120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BC729A"/>
    <w:rPr>
      <w:rFonts w:cs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D82CEF"/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BC729A"/>
    <w:rPr>
      <w:rFonts w:cs="Times New Roman"/>
      <w:sz w:val="16"/>
      <w:szCs w:val="16"/>
    </w:rPr>
  </w:style>
  <w:style w:type="paragraph" w:customStyle="1" w:styleId="Tiret">
    <w:name w:val="Tiret"/>
    <w:basedOn w:val="Normal"/>
    <w:next w:val="Normal"/>
    <w:autoRedefine/>
    <w:uiPriority w:val="99"/>
    <w:rsid w:val="00D82CEF"/>
    <w:pPr>
      <w:tabs>
        <w:tab w:val="left" w:pos="720"/>
      </w:tabs>
      <w:spacing w:before="60"/>
    </w:pPr>
    <w:rPr>
      <w:lang w:val="nl-NL"/>
    </w:rPr>
  </w:style>
  <w:style w:type="paragraph" w:styleId="Retraitnormal">
    <w:name w:val="Normal Indent"/>
    <w:basedOn w:val="Normal"/>
    <w:uiPriority w:val="99"/>
    <w:rsid w:val="00D82CEF"/>
    <w:pPr>
      <w:widowControl w:val="0"/>
      <w:autoSpaceDE w:val="0"/>
      <w:autoSpaceDN w:val="0"/>
      <w:adjustRightInd w:val="0"/>
      <w:ind w:left="708"/>
    </w:pPr>
  </w:style>
  <w:style w:type="paragraph" w:styleId="Titre">
    <w:name w:val="Title"/>
    <w:basedOn w:val="Normal"/>
    <w:next w:val="Normal"/>
    <w:link w:val="TitreCar"/>
    <w:autoRedefine/>
    <w:uiPriority w:val="99"/>
    <w:qFormat/>
    <w:rsid w:val="00D82CEF"/>
    <w:pPr>
      <w:widowControl w:val="0"/>
      <w:spacing w:before="0"/>
      <w:outlineLvl w:val="0"/>
    </w:pPr>
    <w:rPr>
      <w:b/>
      <w:color w:val="0000FF"/>
      <w:sz w:val="22"/>
    </w:rPr>
  </w:style>
  <w:style w:type="character" w:customStyle="1" w:styleId="TitreCar">
    <w:name w:val="Titre Car"/>
    <w:basedOn w:val="Policepardfaut"/>
    <w:link w:val="Titre"/>
    <w:uiPriority w:val="99"/>
    <w:locked/>
    <w:rsid w:val="00BC729A"/>
    <w:rPr>
      <w:rFonts w:ascii="Cambria" w:hAnsi="Cambria" w:cs="Times New Roman"/>
      <w:b/>
      <w:bCs/>
      <w:kern w:val="28"/>
      <w:sz w:val="32"/>
      <w:szCs w:val="32"/>
    </w:rPr>
  </w:style>
  <w:style w:type="paragraph" w:styleId="TM1">
    <w:name w:val="toc 1"/>
    <w:basedOn w:val="Normal"/>
    <w:next w:val="Normal"/>
    <w:uiPriority w:val="99"/>
    <w:semiHidden/>
    <w:rsid w:val="00D82CEF"/>
    <w:pPr>
      <w:tabs>
        <w:tab w:val="left" w:pos="964"/>
        <w:tab w:val="left" w:pos="1077"/>
        <w:tab w:val="left" w:pos="1680"/>
        <w:tab w:val="right" w:leader="dot" w:pos="9062"/>
      </w:tabs>
      <w:spacing w:after="60"/>
      <w:ind w:left="737" w:hanging="737"/>
    </w:pPr>
    <w:rPr>
      <w:noProof/>
    </w:rPr>
  </w:style>
  <w:style w:type="paragraph" w:styleId="TM2">
    <w:name w:val="toc 2"/>
    <w:basedOn w:val="Normal"/>
    <w:next w:val="Normal"/>
    <w:autoRedefine/>
    <w:uiPriority w:val="99"/>
    <w:semiHidden/>
    <w:rsid w:val="00D82CEF"/>
    <w:pPr>
      <w:ind w:left="240"/>
    </w:pPr>
  </w:style>
  <w:style w:type="paragraph" w:styleId="TM3">
    <w:name w:val="toc 3"/>
    <w:basedOn w:val="Normal"/>
    <w:next w:val="Normal"/>
    <w:autoRedefine/>
    <w:uiPriority w:val="99"/>
    <w:semiHidden/>
    <w:rsid w:val="00D82CEF"/>
    <w:pPr>
      <w:ind w:left="480"/>
    </w:pPr>
  </w:style>
  <w:style w:type="paragraph" w:styleId="TM4">
    <w:name w:val="toc 4"/>
    <w:basedOn w:val="Normal"/>
    <w:next w:val="Normal"/>
    <w:autoRedefine/>
    <w:uiPriority w:val="99"/>
    <w:semiHidden/>
    <w:rsid w:val="00D82CEF"/>
    <w:pPr>
      <w:ind w:left="720"/>
    </w:pPr>
  </w:style>
  <w:style w:type="paragraph" w:styleId="TM5">
    <w:name w:val="toc 5"/>
    <w:basedOn w:val="Normal"/>
    <w:next w:val="Normal"/>
    <w:autoRedefine/>
    <w:uiPriority w:val="99"/>
    <w:semiHidden/>
    <w:rsid w:val="00D82CEF"/>
    <w:pPr>
      <w:ind w:left="960"/>
    </w:pPr>
  </w:style>
  <w:style w:type="paragraph" w:styleId="TM6">
    <w:name w:val="toc 6"/>
    <w:basedOn w:val="Normal"/>
    <w:next w:val="Normal"/>
    <w:autoRedefine/>
    <w:uiPriority w:val="99"/>
    <w:semiHidden/>
    <w:rsid w:val="00D82CEF"/>
    <w:pPr>
      <w:ind w:left="1200"/>
    </w:pPr>
  </w:style>
  <w:style w:type="paragraph" w:styleId="TM7">
    <w:name w:val="toc 7"/>
    <w:basedOn w:val="Normal"/>
    <w:next w:val="Normal"/>
    <w:autoRedefine/>
    <w:uiPriority w:val="99"/>
    <w:semiHidden/>
    <w:rsid w:val="00D82CEF"/>
    <w:pPr>
      <w:ind w:left="1440"/>
    </w:pPr>
  </w:style>
  <w:style w:type="paragraph" w:styleId="TM8">
    <w:name w:val="toc 8"/>
    <w:basedOn w:val="Normal"/>
    <w:next w:val="Normal"/>
    <w:autoRedefine/>
    <w:uiPriority w:val="99"/>
    <w:semiHidden/>
    <w:rsid w:val="00D82CEF"/>
    <w:pPr>
      <w:ind w:left="1680"/>
    </w:pPr>
  </w:style>
  <w:style w:type="paragraph" w:styleId="TM9">
    <w:name w:val="toc 9"/>
    <w:basedOn w:val="Normal"/>
    <w:next w:val="Normal"/>
    <w:autoRedefine/>
    <w:uiPriority w:val="99"/>
    <w:semiHidden/>
    <w:rsid w:val="00D82CEF"/>
    <w:pPr>
      <w:ind w:left="1920"/>
    </w:pPr>
  </w:style>
  <w:style w:type="character" w:styleId="Marquedecommentaire">
    <w:name w:val="annotation reference"/>
    <w:basedOn w:val="Policepardfaut"/>
    <w:uiPriority w:val="99"/>
    <w:semiHidden/>
    <w:rsid w:val="00D82CEF"/>
    <w:rPr>
      <w:rFonts w:cs="Times New Roman"/>
      <w:sz w:val="16"/>
      <w:szCs w:val="16"/>
    </w:rPr>
  </w:style>
  <w:style w:type="paragraph" w:customStyle="1" w:styleId="puce">
    <w:name w:val="puce"/>
    <w:basedOn w:val="Tiret"/>
    <w:next w:val="Normal"/>
    <w:autoRedefine/>
    <w:uiPriority w:val="99"/>
    <w:rsid w:val="00D82CEF"/>
    <w:pPr>
      <w:numPr>
        <w:numId w:val="5"/>
      </w:numPr>
    </w:pPr>
    <w:rPr>
      <w:u w:val="single"/>
    </w:rPr>
  </w:style>
  <w:style w:type="paragraph" w:customStyle="1" w:styleId="Puce1">
    <w:name w:val="Puce 1"/>
    <w:basedOn w:val="puce"/>
    <w:next w:val="Normal"/>
    <w:autoRedefine/>
    <w:uiPriority w:val="99"/>
    <w:rsid w:val="00D82CEF"/>
    <w:pPr>
      <w:widowControl w:val="0"/>
      <w:numPr>
        <w:numId w:val="0"/>
      </w:numPr>
      <w:spacing w:before="0"/>
    </w:pPr>
    <w:rPr>
      <w:sz w:val="22"/>
    </w:rPr>
  </w:style>
  <w:style w:type="paragraph" w:customStyle="1" w:styleId="numros">
    <w:name w:val="numéros"/>
    <w:basedOn w:val="Tiret"/>
    <w:next w:val="Normal"/>
    <w:autoRedefine/>
    <w:uiPriority w:val="99"/>
    <w:rsid w:val="00D82CEF"/>
    <w:pPr>
      <w:numPr>
        <w:numId w:val="1"/>
      </w:numPr>
    </w:pPr>
  </w:style>
  <w:style w:type="paragraph" w:customStyle="1" w:styleId="encadr">
    <w:name w:val="encadré"/>
    <w:basedOn w:val="Normal"/>
    <w:next w:val="Normal"/>
    <w:autoRedefine/>
    <w:uiPriority w:val="99"/>
    <w:rsid w:val="00D82CEF"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jc w:val="center"/>
    </w:pPr>
  </w:style>
  <w:style w:type="paragraph" w:customStyle="1" w:styleId="encadr1">
    <w:name w:val="encadré 1"/>
    <w:basedOn w:val="encadr"/>
    <w:next w:val="Normal"/>
    <w:autoRedefine/>
    <w:uiPriority w:val="99"/>
    <w:rsid w:val="00D82CEF"/>
    <w:pPr>
      <w:pBdr>
        <w:top w:val="single" w:sz="8" w:space="6" w:color="auto"/>
        <w:left w:val="single" w:sz="8" w:space="6" w:color="auto"/>
        <w:bottom w:val="single" w:sz="8" w:space="6" w:color="auto"/>
        <w:right w:val="single" w:sz="8" w:space="6" w:color="auto"/>
      </w:pBdr>
      <w:shd w:val="clear" w:color="auto" w:fill="D9D9D9"/>
    </w:pPr>
    <w:rPr>
      <w:b/>
      <w:smallCaps/>
      <w:sz w:val="28"/>
    </w:rPr>
  </w:style>
  <w:style w:type="paragraph" w:styleId="Commentaire">
    <w:name w:val="annotation text"/>
    <w:basedOn w:val="Normal"/>
    <w:link w:val="CommentaireCar"/>
    <w:uiPriority w:val="99"/>
    <w:semiHidden/>
    <w:rsid w:val="00D82CE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BC729A"/>
    <w:rPr>
      <w:rFonts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D82CE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BC729A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D82CEF"/>
    <w:rPr>
      <w:rFonts w:cs="Times New Roman"/>
      <w:vertAlign w:val="superscript"/>
    </w:rPr>
  </w:style>
  <w:style w:type="paragraph" w:customStyle="1" w:styleId="article">
    <w:name w:val="article"/>
    <w:basedOn w:val="Normal"/>
    <w:uiPriority w:val="99"/>
    <w:rsid w:val="00D82CEF"/>
    <w:pPr>
      <w:autoSpaceDE w:val="0"/>
      <w:autoSpaceDN w:val="0"/>
      <w:ind w:left="20" w:right="-322"/>
    </w:pPr>
    <w:rPr>
      <w:rFonts w:ascii="Palatino" w:hAnsi="Palatino"/>
      <w:b/>
      <w:bCs/>
      <w:smallCaps/>
      <w:sz w:val="26"/>
      <w:szCs w:val="26"/>
    </w:rPr>
  </w:style>
  <w:style w:type="paragraph" w:customStyle="1" w:styleId="Sous-titre0">
    <w:name w:val="Sous-titre 0"/>
    <w:basedOn w:val="Normal"/>
    <w:next w:val="Normal"/>
    <w:autoRedefine/>
    <w:uiPriority w:val="99"/>
    <w:rsid w:val="00D82CEF"/>
    <w:pPr>
      <w:widowControl w:val="0"/>
      <w:tabs>
        <w:tab w:val="num" w:pos="720"/>
      </w:tabs>
      <w:spacing w:before="0"/>
      <w:ind w:left="403" w:hanging="403"/>
    </w:pPr>
    <w:rPr>
      <w:b/>
      <w:color w:val="0000FF"/>
      <w:spacing w:val="-6"/>
    </w:rPr>
  </w:style>
  <w:style w:type="paragraph" w:customStyle="1" w:styleId="TitreRC2">
    <w:name w:val="Titre RC 2"/>
    <w:basedOn w:val="Sous-titre0"/>
    <w:next w:val="Normal"/>
    <w:autoRedefine/>
    <w:uiPriority w:val="99"/>
    <w:rsid w:val="00D82CEF"/>
    <w:pPr>
      <w:spacing w:before="240"/>
      <w:jc w:val="center"/>
    </w:pPr>
    <w:rPr>
      <w:sz w:val="28"/>
    </w:rPr>
  </w:style>
  <w:style w:type="paragraph" w:customStyle="1" w:styleId="Fasild">
    <w:name w:val="Fasild"/>
    <w:basedOn w:val="Normal"/>
    <w:next w:val="Normal"/>
    <w:autoRedefine/>
    <w:uiPriority w:val="99"/>
    <w:rsid w:val="00D82CEF"/>
    <w:pPr>
      <w:spacing w:before="60"/>
      <w:jc w:val="center"/>
    </w:pPr>
    <w:rPr>
      <w:b/>
    </w:rPr>
  </w:style>
  <w:style w:type="paragraph" w:customStyle="1" w:styleId="tiret1facture">
    <w:name w:val="tiret 1_facture"/>
    <w:basedOn w:val="Tiret"/>
    <w:next w:val="Normal"/>
    <w:autoRedefine/>
    <w:uiPriority w:val="99"/>
    <w:rsid w:val="00076C35"/>
    <w:pPr>
      <w:widowControl w:val="0"/>
      <w:tabs>
        <w:tab w:val="clear" w:pos="720"/>
      </w:tabs>
      <w:spacing w:before="0"/>
    </w:pPr>
    <w:rPr>
      <w:rFonts w:ascii="Calibri" w:hAnsi="Calibri"/>
      <w:sz w:val="20"/>
      <w:szCs w:val="20"/>
    </w:rPr>
  </w:style>
  <w:style w:type="paragraph" w:customStyle="1" w:styleId="Nommarch">
    <w:name w:val="Nom marché"/>
    <w:basedOn w:val="Normal"/>
    <w:next w:val="Normal"/>
    <w:autoRedefine/>
    <w:uiPriority w:val="99"/>
    <w:rsid w:val="00D82CEF"/>
    <w:pPr>
      <w:jc w:val="center"/>
    </w:pPr>
    <w:rPr>
      <w:b/>
      <w:sz w:val="28"/>
    </w:rPr>
  </w:style>
  <w:style w:type="paragraph" w:customStyle="1" w:styleId="Numromarch">
    <w:name w:val="Numéro marché"/>
    <w:basedOn w:val="Normal"/>
    <w:next w:val="Normal"/>
    <w:autoRedefine/>
    <w:uiPriority w:val="99"/>
    <w:rsid w:val="00D82CEF"/>
    <w:pPr>
      <w:spacing w:before="240" w:after="240"/>
      <w:jc w:val="center"/>
    </w:pPr>
    <w:rPr>
      <w:sz w:val="28"/>
    </w:rPr>
  </w:style>
  <w:style w:type="paragraph" w:customStyle="1" w:styleId="RC">
    <w:name w:val="RC"/>
    <w:basedOn w:val="Normal"/>
    <w:next w:val="Normal"/>
    <w:autoRedefine/>
    <w:uiPriority w:val="99"/>
    <w:rsid w:val="00D82CEF"/>
    <w:pPr>
      <w:pBdr>
        <w:top w:val="single" w:sz="4" w:space="3" w:color="C0C0C0"/>
        <w:left w:val="single" w:sz="4" w:space="4" w:color="C0C0C0"/>
        <w:bottom w:val="single" w:sz="4" w:space="3" w:color="C0C0C0"/>
        <w:right w:val="single" w:sz="4" w:space="4" w:color="C0C0C0"/>
      </w:pBdr>
      <w:shd w:val="clear" w:color="auto" w:fill="D9D9D9"/>
      <w:spacing w:after="120"/>
      <w:jc w:val="center"/>
    </w:pPr>
    <w:rPr>
      <w:b/>
      <w:sz w:val="28"/>
      <w:shd w:val="clear" w:color="auto" w:fill="D9D9D9"/>
    </w:rPr>
  </w:style>
  <w:style w:type="paragraph" w:styleId="Sous-titre">
    <w:name w:val="Subtitle"/>
    <w:basedOn w:val="Normal"/>
    <w:link w:val="Sous-titreCar"/>
    <w:uiPriority w:val="99"/>
    <w:qFormat/>
    <w:rsid w:val="00D82CEF"/>
    <w:pPr>
      <w:ind w:right="-108"/>
    </w:pPr>
    <w:rPr>
      <w:b/>
      <w:caps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BC729A"/>
    <w:rPr>
      <w:rFonts w:ascii="Cambria" w:hAnsi="Cambria" w:cs="Times New Roman"/>
      <w:sz w:val="24"/>
      <w:szCs w:val="24"/>
    </w:rPr>
  </w:style>
  <w:style w:type="paragraph" w:customStyle="1" w:styleId="Pucegras">
    <w:name w:val="Puce gras"/>
    <w:basedOn w:val="Puce1"/>
    <w:next w:val="Normal"/>
    <w:autoRedefine/>
    <w:uiPriority w:val="99"/>
    <w:rsid w:val="00D82CEF"/>
    <w:rPr>
      <w:b/>
    </w:rPr>
  </w:style>
  <w:style w:type="paragraph" w:styleId="Normalcentr">
    <w:name w:val="Block Text"/>
    <w:basedOn w:val="Normal"/>
    <w:uiPriority w:val="99"/>
    <w:rsid w:val="00D82CEF"/>
    <w:pPr>
      <w:ind w:left="180" w:right="70"/>
    </w:pPr>
    <w:rPr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rsid w:val="00D82CEF"/>
    <w:pPr>
      <w:jc w:val="left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C729A"/>
    <w:rPr>
      <w:rFonts w:cs="Times New Roman"/>
      <w:sz w:val="2"/>
    </w:rPr>
  </w:style>
  <w:style w:type="paragraph" w:styleId="Liste">
    <w:name w:val="List"/>
    <w:basedOn w:val="Normal"/>
    <w:uiPriority w:val="99"/>
    <w:rsid w:val="00D82CEF"/>
    <w:pPr>
      <w:ind w:left="283" w:hanging="283"/>
      <w:jc w:val="left"/>
    </w:pPr>
  </w:style>
  <w:style w:type="paragraph" w:styleId="Liste2">
    <w:name w:val="List 2"/>
    <w:basedOn w:val="Normal"/>
    <w:uiPriority w:val="99"/>
    <w:rsid w:val="00D82CEF"/>
    <w:pPr>
      <w:ind w:left="566" w:hanging="283"/>
      <w:jc w:val="left"/>
    </w:pPr>
  </w:style>
  <w:style w:type="paragraph" w:styleId="Salutations">
    <w:name w:val="Salutation"/>
    <w:basedOn w:val="Normal"/>
    <w:next w:val="Normal"/>
    <w:link w:val="SalutationsCar"/>
    <w:uiPriority w:val="99"/>
    <w:rsid w:val="00D82CEF"/>
    <w:pPr>
      <w:jc w:val="left"/>
    </w:pPr>
  </w:style>
  <w:style w:type="character" w:customStyle="1" w:styleId="SalutationsCar">
    <w:name w:val="Salutations Car"/>
    <w:basedOn w:val="Policepardfaut"/>
    <w:link w:val="Salutations"/>
    <w:uiPriority w:val="99"/>
    <w:semiHidden/>
    <w:locked/>
    <w:rsid w:val="00BC729A"/>
    <w:rPr>
      <w:rFonts w:cs="Times New Roman"/>
      <w:sz w:val="24"/>
      <w:szCs w:val="24"/>
    </w:rPr>
  </w:style>
  <w:style w:type="paragraph" w:styleId="Listepuces">
    <w:name w:val="List Bullet"/>
    <w:basedOn w:val="Normal"/>
    <w:autoRedefine/>
    <w:uiPriority w:val="99"/>
    <w:rsid w:val="00D82CEF"/>
    <w:pPr>
      <w:tabs>
        <w:tab w:val="num" w:pos="643"/>
      </w:tabs>
      <w:ind w:left="360" w:hanging="360"/>
      <w:jc w:val="left"/>
    </w:pPr>
  </w:style>
  <w:style w:type="paragraph" w:styleId="Listepuces2">
    <w:name w:val="List Bullet 2"/>
    <w:basedOn w:val="Normal"/>
    <w:autoRedefine/>
    <w:uiPriority w:val="99"/>
    <w:rsid w:val="00D82CEF"/>
    <w:pPr>
      <w:tabs>
        <w:tab w:val="num" w:pos="643"/>
        <w:tab w:val="num" w:pos="720"/>
      </w:tabs>
      <w:ind w:left="643" w:hanging="360"/>
      <w:jc w:val="left"/>
    </w:pPr>
  </w:style>
  <w:style w:type="paragraph" w:styleId="Listecontinue">
    <w:name w:val="List Continue"/>
    <w:basedOn w:val="Normal"/>
    <w:uiPriority w:val="99"/>
    <w:rsid w:val="00D82CEF"/>
    <w:pPr>
      <w:spacing w:after="120"/>
      <w:ind w:left="283"/>
      <w:jc w:val="left"/>
    </w:pPr>
  </w:style>
  <w:style w:type="paragraph" w:styleId="Listecontinue2">
    <w:name w:val="List Continue 2"/>
    <w:basedOn w:val="Normal"/>
    <w:uiPriority w:val="99"/>
    <w:rsid w:val="00D82CEF"/>
    <w:pPr>
      <w:spacing w:after="120"/>
      <w:ind w:left="566"/>
      <w:jc w:val="left"/>
    </w:pPr>
  </w:style>
  <w:style w:type="paragraph" w:styleId="Lgende">
    <w:name w:val="caption"/>
    <w:basedOn w:val="Normal"/>
    <w:next w:val="Normal"/>
    <w:uiPriority w:val="99"/>
    <w:qFormat/>
    <w:rsid w:val="00D82CEF"/>
    <w:pPr>
      <w:spacing w:after="120"/>
      <w:jc w:val="left"/>
    </w:pPr>
    <w:rPr>
      <w:b/>
      <w:bCs/>
      <w:sz w:val="20"/>
      <w:szCs w:val="20"/>
    </w:rPr>
  </w:style>
  <w:style w:type="paragraph" w:customStyle="1" w:styleId="Pucegras2">
    <w:name w:val="Puce gras 2"/>
    <w:basedOn w:val="Normal"/>
    <w:next w:val="Normal"/>
    <w:autoRedefine/>
    <w:uiPriority w:val="99"/>
    <w:rsid w:val="00D82CEF"/>
    <w:pPr>
      <w:numPr>
        <w:numId w:val="4"/>
      </w:numPr>
      <w:spacing w:after="120"/>
      <w:ind w:right="74"/>
    </w:pPr>
    <w:rPr>
      <w:b/>
      <w:bCs/>
    </w:rPr>
  </w:style>
  <w:style w:type="paragraph" w:customStyle="1" w:styleId="soustitre">
    <w:name w:val="sous titre"/>
    <w:basedOn w:val="Normal"/>
    <w:next w:val="Normal"/>
    <w:autoRedefine/>
    <w:uiPriority w:val="99"/>
    <w:rsid w:val="00D82CEF"/>
    <w:pPr>
      <w:spacing w:after="240"/>
    </w:pPr>
    <w:rPr>
      <w:b/>
      <w:bCs/>
    </w:rPr>
  </w:style>
  <w:style w:type="paragraph" w:customStyle="1" w:styleId="Puce3">
    <w:name w:val="Puce 3"/>
    <w:basedOn w:val="puce"/>
    <w:autoRedefine/>
    <w:uiPriority w:val="99"/>
    <w:rsid w:val="00D82CEF"/>
    <w:pPr>
      <w:numPr>
        <w:numId w:val="2"/>
      </w:numPr>
      <w:tabs>
        <w:tab w:val="clear" w:pos="720"/>
      </w:tabs>
      <w:ind w:left="360"/>
    </w:pPr>
    <w:rPr>
      <w:u w:val="none"/>
    </w:rPr>
  </w:style>
  <w:style w:type="paragraph" w:customStyle="1" w:styleId="Dpts">
    <w:name w:val="Dpts"/>
    <w:basedOn w:val="Normal"/>
    <w:uiPriority w:val="99"/>
    <w:rsid w:val="00D82CEF"/>
    <w:pPr>
      <w:spacing w:before="40"/>
      <w:ind w:right="74"/>
      <w:jc w:val="left"/>
    </w:pPr>
    <w:rPr>
      <w:sz w:val="20"/>
      <w:lang w:val="de-DE"/>
    </w:rPr>
  </w:style>
  <w:style w:type="paragraph" w:customStyle="1" w:styleId="TitreRC3">
    <w:name w:val="Titre RC3"/>
    <w:basedOn w:val="Normal"/>
    <w:uiPriority w:val="99"/>
    <w:rsid w:val="00D82CEF"/>
    <w:pPr>
      <w:numPr>
        <w:numId w:val="6"/>
      </w:numPr>
    </w:pPr>
  </w:style>
  <w:style w:type="paragraph" w:customStyle="1" w:styleId="Encadr2">
    <w:name w:val="Encadré 2"/>
    <w:basedOn w:val="encadr"/>
    <w:autoRedefine/>
    <w:uiPriority w:val="99"/>
    <w:rsid w:val="00D82CEF"/>
    <w:pPr>
      <w:pBdr>
        <w:left w:val="single" w:sz="4" w:space="4" w:color="auto"/>
        <w:right w:val="single" w:sz="4" w:space="4" w:color="auto"/>
      </w:pBdr>
      <w:shd w:val="clear" w:color="auto" w:fill="E6E6E6"/>
    </w:pPr>
    <w:rPr>
      <w:b/>
    </w:rPr>
  </w:style>
  <w:style w:type="paragraph" w:customStyle="1" w:styleId="tildfacture">
    <w:name w:val="tild facture"/>
    <w:basedOn w:val="tiret1facture"/>
    <w:next w:val="Normal"/>
    <w:autoRedefine/>
    <w:uiPriority w:val="99"/>
    <w:rsid w:val="00D82CEF"/>
    <w:pPr>
      <w:numPr>
        <w:numId w:val="3"/>
      </w:numPr>
    </w:pPr>
  </w:style>
  <w:style w:type="paragraph" w:customStyle="1" w:styleId="Style1">
    <w:name w:val="Style1"/>
    <w:basedOn w:val="Normal"/>
    <w:autoRedefine/>
    <w:rsid w:val="008D3E34"/>
    <w:pPr>
      <w:spacing w:before="0"/>
    </w:pPr>
    <w:rPr>
      <w:sz w:val="22"/>
    </w:rPr>
  </w:style>
  <w:style w:type="paragraph" w:customStyle="1" w:styleId="Annexe">
    <w:name w:val="Annexe"/>
    <w:basedOn w:val="Normal"/>
    <w:next w:val="Normal"/>
    <w:autoRedefine/>
    <w:uiPriority w:val="99"/>
    <w:rsid w:val="00D82CEF"/>
    <w:pPr>
      <w:numPr>
        <w:numId w:val="7"/>
      </w:numPr>
      <w:spacing w:line="360" w:lineRule="auto"/>
      <w:ind w:left="431" w:hanging="431"/>
    </w:pPr>
    <w:rPr>
      <w:b/>
    </w:rPr>
  </w:style>
  <w:style w:type="paragraph" w:customStyle="1" w:styleId="Documentsannexs">
    <w:name w:val="Documents annexés"/>
    <w:basedOn w:val="Normal"/>
    <w:next w:val="Normal"/>
    <w:autoRedefine/>
    <w:uiPriority w:val="99"/>
    <w:rsid w:val="00D82CEF"/>
    <w:pPr>
      <w:numPr>
        <w:numId w:val="8"/>
      </w:numPr>
      <w:spacing w:line="360" w:lineRule="auto"/>
    </w:pPr>
    <w:rPr>
      <w:b/>
      <w:bCs/>
      <w:color w:val="000000"/>
    </w:rPr>
  </w:style>
  <w:style w:type="paragraph" w:customStyle="1" w:styleId="numrolot">
    <w:name w:val="numéro lot"/>
    <w:basedOn w:val="Normal"/>
    <w:next w:val="Normal"/>
    <w:uiPriority w:val="99"/>
    <w:rsid w:val="00D82CEF"/>
    <w:pPr>
      <w:numPr>
        <w:numId w:val="9"/>
      </w:numPr>
      <w:spacing w:before="40"/>
      <w:ind w:right="74"/>
      <w:jc w:val="center"/>
    </w:pPr>
    <w:rPr>
      <w:b/>
      <w:bCs/>
      <w:sz w:val="20"/>
    </w:rPr>
  </w:style>
  <w:style w:type="paragraph" w:customStyle="1" w:styleId="Villes">
    <w:name w:val="Villes"/>
    <w:basedOn w:val="Normal"/>
    <w:next w:val="Normal"/>
    <w:uiPriority w:val="99"/>
    <w:rsid w:val="00D82CEF"/>
    <w:pPr>
      <w:spacing w:before="40"/>
    </w:pPr>
    <w:rPr>
      <w:sz w:val="20"/>
    </w:rPr>
  </w:style>
  <w:style w:type="paragraph" w:customStyle="1" w:styleId="Rgions">
    <w:name w:val="Régions"/>
    <w:basedOn w:val="Normal"/>
    <w:uiPriority w:val="99"/>
    <w:rsid w:val="00D82CEF"/>
    <w:pPr>
      <w:spacing w:after="120"/>
      <w:ind w:right="74"/>
      <w:jc w:val="left"/>
    </w:pPr>
    <w:rPr>
      <w:b/>
      <w:bCs/>
      <w:sz w:val="20"/>
    </w:rPr>
  </w:style>
  <w:style w:type="paragraph" w:customStyle="1" w:styleId="NormalGras">
    <w:name w:val="Normal Gras"/>
    <w:basedOn w:val="Normal"/>
    <w:next w:val="Normal"/>
    <w:uiPriority w:val="99"/>
    <w:rsid w:val="00D82CEF"/>
    <w:rPr>
      <w:b/>
      <w:bCs/>
    </w:rPr>
  </w:style>
  <w:style w:type="paragraph" w:customStyle="1" w:styleId="Pucesimplepasderetrait">
    <w:name w:val="Puce simple (pas de retrait)"/>
    <w:basedOn w:val="Puce1"/>
    <w:next w:val="Normal"/>
    <w:uiPriority w:val="99"/>
    <w:rsid w:val="00D82CEF"/>
  </w:style>
  <w:style w:type="paragraph" w:customStyle="1" w:styleId="v">
    <w:name w:val="v"/>
    <w:basedOn w:val="Villes"/>
    <w:uiPriority w:val="99"/>
    <w:rsid w:val="00D82CEF"/>
    <w:rPr>
      <w:rFonts w:ascii="Arial" w:hAnsi="Arial" w:cs="Arial"/>
    </w:rPr>
  </w:style>
  <w:style w:type="paragraph" w:customStyle="1" w:styleId="Sous-titre1">
    <w:name w:val="Sous-titre 1"/>
    <w:basedOn w:val="Sous-titre0"/>
    <w:next w:val="Normal"/>
    <w:uiPriority w:val="99"/>
    <w:rsid w:val="00D82CEF"/>
    <w:rPr>
      <w:b w:val="0"/>
      <w:u w:val="single"/>
    </w:rPr>
  </w:style>
  <w:style w:type="paragraph" w:customStyle="1" w:styleId="Normalgrassoulign">
    <w:name w:val="Normal gras souligné"/>
    <w:basedOn w:val="Normal"/>
    <w:next w:val="Normal"/>
    <w:uiPriority w:val="99"/>
    <w:rsid w:val="00D82CEF"/>
    <w:rPr>
      <w:b/>
      <w:bCs/>
      <w:iCs/>
      <w:u w:val="single"/>
    </w:rPr>
  </w:style>
  <w:style w:type="paragraph" w:customStyle="1" w:styleId="Style2">
    <w:name w:val="Style2"/>
    <w:basedOn w:val="Sous-titre0"/>
    <w:uiPriority w:val="99"/>
    <w:rsid w:val="00D82CEF"/>
    <w:pPr>
      <w:tabs>
        <w:tab w:val="clear" w:pos="720"/>
      </w:tabs>
      <w:ind w:left="0" w:firstLine="0"/>
    </w:pPr>
  </w:style>
  <w:style w:type="paragraph" w:customStyle="1" w:styleId="Style3">
    <w:name w:val="Style3"/>
    <w:basedOn w:val="Sous-titre0"/>
    <w:uiPriority w:val="99"/>
    <w:rsid w:val="00D82CEF"/>
    <w:pPr>
      <w:tabs>
        <w:tab w:val="clear" w:pos="720"/>
      </w:tabs>
      <w:ind w:left="0" w:firstLine="0"/>
    </w:pPr>
  </w:style>
  <w:style w:type="paragraph" w:customStyle="1" w:styleId="Corpsdetextebodytext">
    <w:name w:val="Corps de texte.body text"/>
    <w:basedOn w:val="Normal"/>
    <w:uiPriority w:val="99"/>
    <w:rsid w:val="00D82CEF"/>
    <w:pPr>
      <w:spacing w:before="0"/>
    </w:pPr>
    <w:rPr>
      <w:color w:val="000000"/>
    </w:rPr>
  </w:style>
  <w:style w:type="table" w:styleId="Grilledutableau">
    <w:name w:val="Table Grid"/>
    <w:basedOn w:val="TableauNormal"/>
    <w:uiPriority w:val="99"/>
    <w:rsid w:val="005C3A82"/>
    <w:pPr>
      <w:spacing w:before="12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9436EF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locked/>
    <w:rsid w:val="00647C9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Pr>
      <w:rFonts w:cs="Times New Roman"/>
      <w:sz w:val="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C202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2BC"/>
    <w:rPr>
      <w:rFonts w:cs="Times New Roman"/>
      <w:b/>
      <w:bCs/>
      <w:sz w:val="20"/>
      <w:szCs w:val="20"/>
    </w:rPr>
  </w:style>
  <w:style w:type="paragraph" w:customStyle="1" w:styleId="Paragraphedeliste1">
    <w:name w:val="Paragraphe de liste1"/>
    <w:basedOn w:val="Normal"/>
    <w:rsid w:val="00B60DD4"/>
    <w:pPr>
      <w:spacing w:before="0"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ASILD\Application%20Data\Microsoft\Mod&#232;les\CCP_mod&#232;le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27D7D-AD20-432B-AB5B-8B96CD15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CCP_modèle 2</Template>
  <TotalTime>0</TotalTime>
  <Pages>4</Pages>
  <Words>315</Words>
  <Characters>1697</Characters>
  <Application>Microsoft Office Word</Application>
  <DocSecurity>0</DocSecurity>
  <Lines>34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FASILD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</dc:creator>
  <cp:lastModifiedBy>Anne-Lucie Roche</cp:lastModifiedBy>
  <cp:revision>2</cp:revision>
  <cp:lastPrinted>2024-02-21T11:11:00Z</cp:lastPrinted>
  <dcterms:created xsi:type="dcterms:W3CDTF">2026-02-13T11:18:00Z</dcterms:created>
  <dcterms:modified xsi:type="dcterms:W3CDTF">2026-02-13T11:18:00Z</dcterms:modified>
</cp:coreProperties>
</file>